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F9FC3" w14:textId="1EFC8271" w:rsidR="00FE2BB8" w:rsidRPr="00B670B7" w:rsidRDefault="00C021D7" w:rsidP="00FE2BB8">
      <w:pPr>
        <w:pStyle w:val="BETREFF"/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MEDIENINFORMATION</w:t>
      </w:r>
    </w:p>
    <w:p w14:paraId="311B04B4" w14:textId="429EFEEE" w:rsidR="00E84884" w:rsidRPr="00B670B7" w:rsidRDefault="00434F9C" w:rsidP="00597C58">
      <w:pPr>
        <w:spacing w:line="220" w:lineRule="atLeast"/>
        <w:rPr>
          <w:rFonts w:ascii="Arial" w:hAnsi="Arial" w:cs="Arial"/>
          <w:spacing w:val="10"/>
          <w:szCs w:val="18"/>
        </w:rPr>
      </w:pPr>
      <w:r w:rsidRPr="00B670B7">
        <w:rPr>
          <w:rFonts w:ascii="Arial" w:hAnsi="Arial" w:cs="Arial"/>
          <w:spacing w:val="10"/>
          <w:szCs w:val="18"/>
        </w:rPr>
        <w:t>BDA BERLIN LOBT PUBLIKUMSPREIS</w:t>
      </w:r>
      <w:r w:rsidR="00192E54">
        <w:rPr>
          <w:rFonts w:ascii="Arial" w:hAnsi="Arial" w:cs="Arial"/>
          <w:spacing w:val="10"/>
          <w:szCs w:val="18"/>
        </w:rPr>
        <w:t xml:space="preserve"> </w:t>
      </w:r>
      <w:r w:rsidR="00B3162E">
        <w:rPr>
          <w:rFonts w:ascii="Arial" w:hAnsi="Arial" w:cs="Arial"/>
          <w:spacing w:val="10"/>
          <w:szCs w:val="18"/>
        </w:rPr>
        <w:t xml:space="preserve">FÜR ARCHITEKTUR </w:t>
      </w:r>
      <w:r w:rsidRPr="00B670B7">
        <w:rPr>
          <w:rFonts w:ascii="Arial" w:hAnsi="Arial" w:cs="Arial"/>
          <w:spacing w:val="10"/>
          <w:szCs w:val="18"/>
        </w:rPr>
        <w:t>AUS</w:t>
      </w:r>
    </w:p>
    <w:p w14:paraId="3C400BA2" w14:textId="22594511" w:rsidR="00434F9C" w:rsidRPr="00B670B7" w:rsidRDefault="00BD431B" w:rsidP="00434F9C">
      <w:pPr>
        <w:spacing w:line="220" w:lineRule="atLeast"/>
        <w:rPr>
          <w:rFonts w:ascii="Arial" w:hAnsi="Arial" w:cs="Arial"/>
          <w:caps/>
          <w:spacing w:val="10"/>
          <w:szCs w:val="18"/>
        </w:rPr>
      </w:pPr>
      <w:r>
        <w:rPr>
          <w:rFonts w:ascii="Arial" w:hAnsi="Arial" w:cs="Arial"/>
          <w:caps/>
          <w:spacing w:val="10"/>
          <w:szCs w:val="18"/>
        </w:rPr>
        <w:t>oNLINE-</w:t>
      </w:r>
      <w:r w:rsidR="00434F9C" w:rsidRPr="00B670B7">
        <w:rPr>
          <w:rFonts w:ascii="Arial" w:hAnsi="Arial" w:cs="Arial"/>
          <w:caps/>
          <w:spacing w:val="10"/>
          <w:szCs w:val="18"/>
        </w:rPr>
        <w:t xml:space="preserve">ABSTIMMUNG BIS ZUM </w:t>
      </w:r>
      <w:r w:rsidR="00CF1D69">
        <w:rPr>
          <w:rFonts w:ascii="Arial" w:hAnsi="Arial" w:cs="Arial"/>
          <w:caps/>
          <w:spacing w:val="10"/>
          <w:szCs w:val="18"/>
        </w:rPr>
        <w:t>20</w:t>
      </w:r>
      <w:r w:rsidR="00700417">
        <w:rPr>
          <w:rFonts w:ascii="Arial" w:hAnsi="Arial" w:cs="Arial"/>
          <w:caps/>
          <w:spacing w:val="10"/>
          <w:szCs w:val="18"/>
        </w:rPr>
        <w:t xml:space="preserve">. </w:t>
      </w:r>
      <w:r w:rsidR="00CF1D69">
        <w:rPr>
          <w:rFonts w:ascii="Arial" w:hAnsi="Arial" w:cs="Arial"/>
          <w:caps/>
          <w:spacing w:val="10"/>
          <w:szCs w:val="18"/>
        </w:rPr>
        <w:t>Oktober</w:t>
      </w:r>
      <w:r w:rsidR="00434F9C" w:rsidRPr="00B670B7">
        <w:rPr>
          <w:rFonts w:ascii="Arial" w:hAnsi="Arial" w:cs="Arial"/>
          <w:caps/>
          <w:spacing w:val="10"/>
          <w:szCs w:val="18"/>
        </w:rPr>
        <w:t xml:space="preserve"> 20</w:t>
      </w:r>
      <w:r w:rsidR="00B670B7">
        <w:rPr>
          <w:rFonts w:ascii="Arial" w:hAnsi="Arial" w:cs="Arial"/>
          <w:caps/>
          <w:spacing w:val="10"/>
          <w:szCs w:val="18"/>
        </w:rPr>
        <w:t>2</w:t>
      </w:r>
      <w:r w:rsidR="00CF1D69">
        <w:rPr>
          <w:rFonts w:ascii="Arial" w:hAnsi="Arial" w:cs="Arial"/>
          <w:caps/>
          <w:spacing w:val="10"/>
          <w:szCs w:val="18"/>
        </w:rPr>
        <w:t>4</w:t>
      </w:r>
    </w:p>
    <w:p w14:paraId="6F6C695E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</w:p>
    <w:p w14:paraId="5C983A5C" w14:textId="0815CABF" w:rsidR="00434F9C" w:rsidRDefault="00EA3D72" w:rsidP="00EA3D72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  <w:r w:rsidRPr="00B723D1">
        <w:rPr>
          <w:rFonts w:ascii="Arial" w:hAnsi="Arial" w:cs="Arial"/>
          <w:szCs w:val="18"/>
        </w:rPr>
        <w:t>I</w:t>
      </w:r>
      <w:r>
        <w:rPr>
          <w:rFonts w:ascii="Arial" w:hAnsi="Arial" w:cs="Arial"/>
          <w:szCs w:val="18"/>
        </w:rPr>
        <w:t xml:space="preserve">m Rahmen des BDA PREIS BERLIN 2024 </w:t>
      </w:r>
      <w:r w:rsidR="00434F9C" w:rsidRPr="00434F9C">
        <w:rPr>
          <w:rFonts w:ascii="Arial" w:hAnsi="Arial" w:cs="Arial"/>
          <w:szCs w:val="18"/>
        </w:rPr>
        <w:t xml:space="preserve">lobt der Bund Deutscher Architektinnen und Architekten Landesverband Berlin e.V. </w:t>
      </w:r>
      <w:r w:rsidR="00117DB7">
        <w:rPr>
          <w:rFonts w:ascii="Arial" w:hAnsi="Arial" w:cs="Arial"/>
          <w:szCs w:val="18"/>
        </w:rPr>
        <w:t>seinen</w:t>
      </w:r>
      <w:r w:rsidR="00434F9C" w:rsidRPr="00434F9C">
        <w:rPr>
          <w:rFonts w:ascii="Arial" w:hAnsi="Arial" w:cs="Arial"/>
          <w:szCs w:val="18"/>
        </w:rPr>
        <w:t xml:space="preserve"> Publikumspreis aus. </w:t>
      </w:r>
      <w:r w:rsidRPr="000A4F41">
        <w:rPr>
          <w:rFonts w:ascii="Arial" w:hAnsi="Arial" w:cs="Arial"/>
          <w:szCs w:val="18"/>
        </w:rPr>
        <w:t xml:space="preserve">Ziel ist es, das </w:t>
      </w:r>
      <w:r>
        <w:rPr>
          <w:rFonts w:ascii="Arial" w:hAnsi="Arial" w:cs="Arial"/>
          <w:szCs w:val="18"/>
        </w:rPr>
        <w:t>ö</w:t>
      </w:r>
      <w:r w:rsidRPr="000A4F41">
        <w:rPr>
          <w:rFonts w:ascii="Arial" w:hAnsi="Arial" w:cs="Arial"/>
          <w:szCs w:val="18"/>
        </w:rPr>
        <w:t xml:space="preserve">ffentliche Bewusstsein </w:t>
      </w:r>
      <w:r>
        <w:rPr>
          <w:rFonts w:ascii="Arial" w:hAnsi="Arial" w:cs="Arial"/>
          <w:szCs w:val="18"/>
        </w:rPr>
        <w:t xml:space="preserve">für </w:t>
      </w:r>
      <w:r w:rsidRPr="000A4F41">
        <w:rPr>
          <w:rFonts w:ascii="Arial" w:hAnsi="Arial" w:cs="Arial"/>
          <w:szCs w:val="18"/>
        </w:rPr>
        <w:t>die Qualit</w:t>
      </w:r>
      <w:r>
        <w:rPr>
          <w:rFonts w:ascii="Arial" w:hAnsi="Arial" w:cs="Arial"/>
          <w:szCs w:val="18"/>
        </w:rPr>
        <w:t>ä</w:t>
      </w:r>
      <w:r w:rsidRPr="000A4F41">
        <w:rPr>
          <w:rFonts w:ascii="Arial" w:hAnsi="Arial" w:cs="Arial"/>
          <w:szCs w:val="18"/>
        </w:rPr>
        <w:t>t des</w:t>
      </w:r>
      <w:r>
        <w:rPr>
          <w:rFonts w:ascii="Arial" w:hAnsi="Arial" w:cs="Arial"/>
          <w:szCs w:val="18"/>
        </w:rPr>
        <w:t xml:space="preserve"> </w:t>
      </w:r>
      <w:r w:rsidRPr="000A4F41">
        <w:rPr>
          <w:rFonts w:ascii="Arial" w:hAnsi="Arial" w:cs="Arial"/>
          <w:szCs w:val="18"/>
        </w:rPr>
        <w:t xml:space="preserve">Planens und Bauens in Verantwortung </w:t>
      </w:r>
      <w:r>
        <w:rPr>
          <w:rFonts w:ascii="Arial" w:hAnsi="Arial" w:cs="Arial"/>
          <w:szCs w:val="18"/>
        </w:rPr>
        <w:t>für</w:t>
      </w:r>
      <w:r w:rsidRPr="000A4F41">
        <w:rPr>
          <w:rFonts w:ascii="Arial" w:hAnsi="Arial" w:cs="Arial"/>
          <w:szCs w:val="18"/>
        </w:rPr>
        <w:t xml:space="preserve"> Gesellschaft und Umwelt</w:t>
      </w:r>
      <w:r>
        <w:rPr>
          <w:rFonts w:ascii="Arial" w:hAnsi="Arial" w:cs="Arial"/>
          <w:szCs w:val="18"/>
        </w:rPr>
        <w:t xml:space="preserve"> </w:t>
      </w:r>
      <w:r w:rsidRPr="000A4F41">
        <w:rPr>
          <w:rFonts w:ascii="Arial" w:hAnsi="Arial" w:cs="Arial"/>
          <w:szCs w:val="18"/>
        </w:rPr>
        <w:t>zu f</w:t>
      </w:r>
      <w:r>
        <w:rPr>
          <w:rFonts w:ascii="Arial" w:hAnsi="Arial" w:cs="Arial"/>
          <w:szCs w:val="18"/>
        </w:rPr>
        <w:t>ö</w:t>
      </w:r>
      <w:r w:rsidRPr="000A4F41">
        <w:rPr>
          <w:rFonts w:ascii="Arial" w:hAnsi="Arial" w:cs="Arial"/>
          <w:szCs w:val="18"/>
        </w:rPr>
        <w:t>rder</w:t>
      </w:r>
      <w:r>
        <w:rPr>
          <w:rFonts w:ascii="Arial" w:hAnsi="Arial" w:cs="Arial"/>
          <w:szCs w:val="18"/>
        </w:rPr>
        <w:t>n</w:t>
      </w:r>
      <w:r w:rsidRPr="000A4F41">
        <w:rPr>
          <w:rFonts w:ascii="Arial" w:hAnsi="Arial" w:cs="Arial"/>
          <w:szCs w:val="18"/>
        </w:rPr>
        <w:t xml:space="preserve">. </w:t>
      </w:r>
      <w:r w:rsidR="00117DB7">
        <w:rPr>
          <w:rFonts w:ascii="Arial" w:hAnsi="Arial" w:cs="Arial"/>
          <w:szCs w:val="18"/>
        </w:rPr>
        <w:t>Alle a</w:t>
      </w:r>
      <w:r w:rsidR="00E372A9">
        <w:rPr>
          <w:rFonts w:ascii="Arial" w:hAnsi="Arial" w:cs="Arial"/>
          <w:szCs w:val="18"/>
        </w:rPr>
        <w:t xml:space="preserve">n </w:t>
      </w:r>
      <w:r w:rsidR="002037DB">
        <w:rPr>
          <w:rFonts w:ascii="Arial" w:hAnsi="Arial" w:cs="Arial"/>
          <w:szCs w:val="18"/>
        </w:rPr>
        <w:t xml:space="preserve">Architektur </w:t>
      </w:r>
      <w:r w:rsidR="00434F9C" w:rsidRPr="00434F9C">
        <w:rPr>
          <w:rFonts w:ascii="Arial" w:hAnsi="Arial" w:cs="Arial"/>
          <w:szCs w:val="18"/>
        </w:rPr>
        <w:t xml:space="preserve">Interessierte </w:t>
      </w:r>
      <w:r w:rsidR="00E372A9">
        <w:rPr>
          <w:rFonts w:ascii="Arial" w:hAnsi="Arial" w:cs="Arial"/>
          <w:szCs w:val="18"/>
        </w:rPr>
        <w:t>sind eingeladen, sich vom 1</w:t>
      </w:r>
      <w:r w:rsidR="00455342">
        <w:rPr>
          <w:rFonts w:ascii="Arial" w:hAnsi="Arial" w:cs="Arial"/>
          <w:szCs w:val="18"/>
        </w:rPr>
        <w:t>1</w:t>
      </w:r>
      <w:r w:rsidR="00E372A9">
        <w:rPr>
          <w:rFonts w:ascii="Arial" w:hAnsi="Arial" w:cs="Arial"/>
          <w:szCs w:val="18"/>
        </w:rPr>
        <w:t>. September bis zum 20.</w:t>
      </w:r>
      <w:r w:rsidR="00F2243E">
        <w:rPr>
          <w:rFonts w:ascii="Arial" w:hAnsi="Arial" w:cs="Arial"/>
          <w:szCs w:val="18"/>
        </w:rPr>
        <w:t xml:space="preserve"> </w:t>
      </w:r>
      <w:r w:rsidR="00E372A9">
        <w:rPr>
          <w:rFonts w:ascii="Arial" w:hAnsi="Arial" w:cs="Arial"/>
          <w:szCs w:val="18"/>
        </w:rPr>
        <w:t xml:space="preserve">Oktober 2024 </w:t>
      </w:r>
      <w:r w:rsidR="00434F9C" w:rsidRPr="00434F9C">
        <w:rPr>
          <w:rFonts w:ascii="Arial" w:hAnsi="Arial" w:cs="Arial"/>
          <w:szCs w:val="18"/>
        </w:rPr>
        <w:t xml:space="preserve">ihr Urteil zu den </w:t>
      </w:r>
      <w:r w:rsidR="00E372A9">
        <w:rPr>
          <w:rFonts w:ascii="Arial" w:hAnsi="Arial" w:cs="Arial"/>
          <w:szCs w:val="18"/>
        </w:rPr>
        <w:t xml:space="preserve">eingereichten </w:t>
      </w:r>
      <w:r w:rsidR="00811A26">
        <w:rPr>
          <w:rFonts w:ascii="Arial" w:hAnsi="Arial" w:cs="Arial"/>
          <w:szCs w:val="18"/>
        </w:rPr>
        <w:t>Architektur</w:t>
      </w:r>
      <w:r w:rsidR="00E372A9">
        <w:rPr>
          <w:rFonts w:ascii="Arial" w:hAnsi="Arial" w:cs="Arial"/>
          <w:szCs w:val="18"/>
        </w:rPr>
        <w:t>projekten</w:t>
      </w:r>
      <w:r w:rsidR="00434F9C" w:rsidRPr="00434F9C">
        <w:rPr>
          <w:rFonts w:ascii="Arial" w:hAnsi="Arial" w:cs="Arial"/>
          <w:szCs w:val="18"/>
        </w:rPr>
        <w:t xml:space="preserve"> zu bilden und ihre Favoriten auszuwählen.</w:t>
      </w:r>
    </w:p>
    <w:p w14:paraId="61074858" w14:textId="77777777" w:rsidR="002037DB" w:rsidRDefault="002037DB" w:rsidP="00434F9C">
      <w:pPr>
        <w:spacing w:line="220" w:lineRule="atLeast"/>
        <w:rPr>
          <w:rFonts w:ascii="Arial" w:hAnsi="Arial" w:cs="Arial"/>
          <w:szCs w:val="18"/>
        </w:rPr>
      </w:pPr>
    </w:p>
    <w:p w14:paraId="7676F459" w14:textId="791A6DF5" w:rsidR="002037DB" w:rsidRPr="00B670B7" w:rsidRDefault="002037DB" w:rsidP="002037DB">
      <w:pPr>
        <w:spacing w:line="220" w:lineRule="atLeast"/>
        <w:rPr>
          <w:rFonts w:ascii="Arial" w:hAnsi="Arial" w:cs="Arial"/>
          <w:b/>
          <w:szCs w:val="18"/>
        </w:rPr>
      </w:pPr>
      <w:r w:rsidRPr="00B670B7">
        <w:rPr>
          <w:rFonts w:ascii="Arial" w:hAnsi="Arial" w:cs="Arial"/>
          <w:b/>
          <w:szCs w:val="18"/>
        </w:rPr>
        <w:t>Auswahl der Favoriten</w:t>
      </w:r>
      <w:r w:rsidR="00FB70F5">
        <w:rPr>
          <w:rFonts w:ascii="Arial" w:hAnsi="Arial" w:cs="Arial"/>
          <w:b/>
          <w:szCs w:val="18"/>
        </w:rPr>
        <w:t xml:space="preserve"> online</w:t>
      </w:r>
    </w:p>
    <w:p w14:paraId="2E440891" w14:textId="67ACE19B" w:rsidR="00457F4D" w:rsidRPr="00457F4D" w:rsidRDefault="002037DB" w:rsidP="00457F4D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 xml:space="preserve">Die Abstimmung erfolgt online über das Portal </w:t>
      </w:r>
      <w:hyperlink r:id="rId8" w:history="1">
        <w:r w:rsidRPr="00117DB7">
          <w:rPr>
            <w:rStyle w:val="Hyperlink"/>
            <w:rFonts w:ascii="Arial" w:hAnsi="Arial" w:cs="Arial"/>
            <w:szCs w:val="18"/>
          </w:rPr>
          <w:t>www.bda-preis-berlin.de</w:t>
        </w:r>
      </w:hyperlink>
      <w:r w:rsidRPr="00B670B7">
        <w:rPr>
          <w:rFonts w:ascii="Arial" w:hAnsi="Arial" w:cs="Arial"/>
          <w:szCs w:val="18"/>
        </w:rPr>
        <w:t xml:space="preserve">, auf dem </w:t>
      </w:r>
      <w:r w:rsidR="00457F4D">
        <w:rPr>
          <w:rFonts w:ascii="Arial" w:hAnsi="Arial" w:cs="Arial"/>
          <w:szCs w:val="18"/>
        </w:rPr>
        <w:t>alle</w:t>
      </w:r>
      <w:r w:rsidR="00457F4D" w:rsidRPr="00B670B7">
        <w:rPr>
          <w:rFonts w:ascii="Arial" w:hAnsi="Arial" w:cs="Arial"/>
          <w:szCs w:val="18"/>
        </w:rPr>
        <w:t xml:space="preserve"> </w:t>
      </w:r>
      <w:r w:rsidRPr="00B670B7">
        <w:rPr>
          <w:rFonts w:ascii="Arial" w:hAnsi="Arial" w:cs="Arial"/>
          <w:szCs w:val="18"/>
        </w:rPr>
        <w:t>für den BDA PREIS BERLIN 202</w:t>
      </w:r>
      <w:r w:rsidR="004E746E">
        <w:rPr>
          <w:rFonts w:ascii="Arial" w:hAnsi="Arial" w:cs="Arial"/>
          <w:szCs w:val="18"/>
        </w:rPr>
        <w:t>4</w:t>
      </w:r>
      <w:r w:rsidRPr="00B670B7">
        <w:rPr>
          <w:rFonts w:ascii="Arial" w:hAnsi="Arial" w:cs="Arial"/>
          <w:szCs w:val="18"/>
        </w:rPr>
        <w:t xml:space="preserve"> zugelassenen Projekte vorgestellt werden. </w:t>
      </w:r>
      <w:r w:rsidR="00C220A4">
        <w:rPr>
          <w:rFonts w:ascii="Arial" w:hAnsi="Arial" w:cs="Arial"/>
          <w:szCs w:val="18"/>
        </w:rPr>
        <w:t>Pro Person können</w:t>
      </w:r>
      <w:r w:rsidRPr="00B670B7">
        <w:rPr>
          <w:rFonts w:ascii="Arial" w:hAnsi="Arial" w:cs="Arial"/>
          <w:szCs w:val="18"/>
        </w:rPr>
        <w:t xml:space="preserve"> jeweils bis zu drei Bauten vorgeschlagen werden. </w:t>
      </w:r>
      <w:r w:rsidR="00457F4D" w:rsidRPr="00457F4D">
        <w:rPr>
          <w:rFonts w:ascii="Arial" w:hAnsi="Arial" w:cs="Arial"/>
          <w:szCs w:val="18"/>
        </w:rPr>
        <w:t>Bis zu drei Projekte, die bis zum 20. Oktober 2024 die meisten Stimmen erhalten, werden ausgezeichnet.</w:t>
      </w:r>
    </w:p>
    <w:p w14:paraId="1B9E9BEF" w14:textId="77777777" w:rsidR="00C5051A" w:rsidRPr="00B670B7" w:rsidRDefault="00C5051A" w:rsidP="002037DB">
      <w:pPr>
        <w:spacing w:line="220" w:lineRule="atLeast"/>
        <w:rPr>
          <w:rFonts w:ascii="Arial" w:hAnsi="Arial" w:cs="Arial"/>
          <w:szCs w:val="18"/>
        </w:rPr>
      </w:pPr>
    </w:p>
    <w:p w14:paraId="1E9B69C2" w14:textId="2ED0DBB1" w:rsidR="00434F9C" w:rsidRPr="00C5051A" w:rsidRDefault="00C5051A" w:rsidP="00434F9C">
      <w:pPr>
        <w:spacing w:line="220" w:lineRule="atLeast"/>
        <w:rPr>
          <w:rFonts w:ascii="Arial" w:hAnsi="Arial" w:cs="Arial"/>
          <w:b/>
          <w:szCs w:val="18"/>
        </w:rPr>
      </w:pPr>
      <w:r>
        <w:rPr>
          <w:rFonts w:ascii="Arial" w:hAnsi="Arial" w:cs="Arial"/>
          <w:b/>
          <w:szCs w:val="18"/>
        </w:rPr>
        <w:t>Abstimmen und gewinnen</w:t>
      </w:r>
    </w:p>
    <w:p w14:paraId="41DF342D" w14:textId="3BF18E47" w:rsidR="00C220A4" w:rsidRDefault="00C5051A" w:rsidP="00C5051A">
      <w:pPr>
        <w:spacing w:line="220" w:lineRule="atLeast"/>
        <w:rPr>
          <w:rFonts w:ascii="Arial" w:hAnsi="Arial" w:cs="Arial"/>
          <w:szCs w:val="18"/>
        </w:rPr>
      </w:pPr>
      <w:r w:rsidRPr="00347221">
        <w:rPr>
          <w:rFonts w:ascii="Arial" w:hAnsi="Arial" w:cs="Arial"/>
          <w:szCs w:val="18"/>
        </w:rPr>
        <w:t xml:space="preserve">Der BDA Berlin verlost unter allen Teilnehmenden der Abstimmung drei </w:t>
      </w:r>
      <w:r w:rsidR="00AA4EE2">
        <w:rPr>
          <w:rFonts w:ascii="Arial" w:hAnsi="Arial" w:cs="Arial"/>
          <w:szCs w:val="18"/>
        </w:rPr>
        <w:t xml:space="preserve">Jahrestickets </w:t>
      </w:r>
      <w:r w:rsidRPr="00347221">
        <w:rPr>
          <w:rFonts w:ascii="Arial" w:hAnsi="Arial" w:cs="Arial"/>
          <w:szCs w:val="18"/>
        </w:rPr>
        <w:t xml:space="preserve">für </w:t>
      </w:r>
      <w:r w:rsidR="00AA4EE2">
        <w:rPr>
          <w:rFonts w:ascii="Arial" w:hAnsi="Arial" w:cs="Arial"/>
          <w:szCs w:val="18"/>
        </w:rPr>
        <w:t xml:space="preserve">die Staatlichen Museen Berlin </w:t>
      </w:r>
      <w:r>
        <w:rPr>
          <w:rFonts w:ascii="Arial" w:hAnsi="Arial" w:cs="Arial"/>
          <w:szCs w:val="18"/>
        </w:rPr>
        <w:t>verbunden mit einer Einladung zur Preisverleihung</w:t>
      </w:r>
      <w:r w:rsidR="00AA4EE2">
        <w:rPr>
          <w:rFonts w:ascii="Arial" w:hAnsi="Arial" w:cs="Arial"/>
          <w:szCs w:val="18"/>
        </w:rPr>
        <w:t xml:space="preserve">, die </w:t>
      </w:r>
      <w:r w:rsidR="00457F4D">
        <w:rPr>
          <w:rFonts w:ascii="Arial" w:hAnsi="Arial" w:cs="Arial"/>
          <w:szCs w:val="18"/>
        </w:rPr>
        <w:t>am 14.</w:t>
      </w:r>
      <w:r w:rsidR="00AA4EE2">
        <w:rPr>
          <w:rFonts w:ascii="Arial" w:hAnsi="Arial" w:cs="Arial"/>
          <w:szCs w:val="18"/>
        </w:rPr>
        <w:t xml:space="preserve"> November 2024 stattfindet. </w:t>
      </w:r>
      <w:r w:rsidRPr="00B670B7">
        <w:rPr>
          <w:rFonts w:ascii="Arial" w:hAnsi="Arial" w:cs="Arial"/>
          <w:szCs w:val="18"/>
        </w:rPr>
        <w:t>Der Rechtsweg ist sowohl beim Publikumspreis wie auch bei der Verlosung ausgeschlossen.</w:t>
      </w:r>
    </w:p>
    <w:p w14:paraId="35745E7A" w14:textId="77777777" w:rsidR="00876A1F" w:rsidRDefault="00876A1F" w:rsidP="00C5051A">
      <w:pPr>
        <w:spacing w:line="220" w:lineRule="atLeast"/>
        <w:rPr>
          <w:rFonts w:ascii="Arial" w:hAnsi="Arial" w:cs="Arial"/>
          <w:szCs w:val="18"/>
        </w:rPr>
      </w:pPr>
    </w:p>
    <w:p w14:paraId="44166105" w14:textId="43B10F69" w:rsidR="00C5051A" w:rsidRDefault="00C220A4" w:rsidP="00C5051A">
      <w:pPr>
        <w:spacing w:line="220" w:lineRule="atLeast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Für</w:t>
      </w:r>
      <w:r w:rsidR="00C5051A" w:rsidRPr="004E5195">
        <w:rPr>
          <w:rFonts w:ascii="Arial" w:hAnsi="Arial" w:cs="Arial"/>
          <w:szCs w:val="18"/>
        </w:rPr>
        <w:t xml:space="preserve"> Architektinnen</w:t>
      </w:r>
      <w:r w:rsidR="00C5051A">
        <w:rPr>
          <w:rFonts w:ascii="Arial" w:hAnsi="Arial" w:cs="Arial"/>
          <w:szCs w:val="18"/>
        </w:rPr>
        <w:t xml:space="preserve"> und </w:t>
      </w:r>
      <w:r w:rsidR="00C5051A" w:rsidRPr="004E5195">
        <w:rPr>
          <w:rFonts w:ascii="Arial" w:hAnsi="Arial" w:cs="Arial"/>
          <w:szCs w:val="18"/>
        </w:rPr>
        <w:t>Architekten ebenso wie Bauherrinnen</w:t>
      </w:r>
      <w:r w:rsidR="00C5051A">
        <w:rPr>
          <w:rFonts w:ascii="Arial" w:hAnsi="Arial" w:cs="Arial"/>
          <w:szCs w:val="18"/>
        </w:rPr>
        <w:t xml:space="preserve"> und </w:t>
      </w:r>
      <w:r w:rsidR="00C5051A" w:rsidRPr="004E5195">
        <w:rPr>
          <w:rFonts w:ascii="Arial" w:hAnsi="Arial" w:cs="Arial"/>
          <w:szCs w:val="18"/>
        </w:rPr>
        <w:t xml:space="preserve">Bauherren </w:t>
      </w:r>
      <w:r>
        <w:rPr>
          <w:rFonts w:ascii="Arial" w:hAnsi="Arial" w:cs="Arial"/>
          <w:szCs w:val="18"/>
        </w:rPr>
        <w:t xml:space="preserve">ist der Publikumspreis ein Ehrenpreis. Im Rahmen </w:t>
      </w:r>
      <w:r w:rsidRPr="004E5195">
        <w:rPr>
          <w:rFonts w:ascii="Arial" w:hAnsi="Arial" w:cs="Arial"/>
          <w:szCs w:val="18"/>
        </w:rPr>
        <w:t>der Preisverleihung</w:t>
      </w:r>
      <w:r w:rsidR="00AA4EE2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>werden</w:t>
      </w:r>
      <w:r w:rsidRPr="004E5195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die Sieger </w:t>
      </w:r>
      <w:r w:rsidRPr="004E5195">
        <w:rPr>
          <w:rFonts w:ascii="Arial" w:hAnsi="Arial" w:cs="Arial"/>
          <w:szCs w:val="18"/>
        </w:rPr>
        <w:t xml:space="preserve">bekanntgegeben und mit einer Urkunde gewürdigt. </w:t>
      </w:r>
      <w:r w:rsidR="00C5051A" w:rsidRPr="004E5195">
        <w:rPr>
          <w:rFonts w:ascii="Arial" w:hAnsi="Arial" w:cs="Arial"/>
          <w:szCs w:val="18"/>
        </w:rPr>
        <w:t xml:space="preserve">Der </w:t>
      </w:r>
      <w:r w:rsidR="00C5051A">
        <w:rPr>
          <w:rFonts w:ascii="Arial" w:hAnsi="Arial" w:cs="Arial"/>
          <w:szCs w:val="18"/>
        </w:rPr>
        <w:t>P</w:t>
      </w:r>
      <w:r w:rsidR="00C5051A" w:rsidRPr="004E5195">
        <w:rPr>
          <w:rFonts w:ascii="Arial" w:hAnsi="Arial" w:cs="Arial"/>
          <w:szCs w:val="18"/>
        </w:rPr>
        <w:t>ublikumspreis wird außerdem zusammen mit allen ausgezeichneten Arbeiten des BDA PREIS BERLIN 202</w:t>
      </w:r>
      <w:r w:rsidR="00B83149">
        <w:rPr>
          <w:rFonts w:ascii="Arial" w:hAnsi="Arial" w:cs="Arial"/>
          <w:szCs w:val="18"/>
        </w:rPr>
        <w:t>4</w:t>
      </w:r>
      <w:r w:rsidR="00C5051A" w:rsidRPr="004E5195">
        <w:rPr>
          <w:rFonts w:ascii="Arial" w:hAnsi="Arial" w:cs="Arial"/>
          <w:szCs w:val="18"/>
        </w:rPr>
        <w:t xml:space="preserve"> ausgestellt und i</w:t>
      </w:r>
      <w:r w:rsidR="00B83149">
        <w:rPr>
          <w:rFonts w:ascii="Arial" w:hAnsi="Arial" w:cs="Arial"/>
          <w:szCs w:val="18"/>
        </w:rPr>
        <w:t>n einem</w:t>
      </w:r>
      <w:r w:rsidR="00C5051A" w:rsidRPr="004E5195">
        <w:rPr>
          <w:rFonts w:ascii="Arial" w:hAnsi="Arial" w:cs="Arial"/>
          <w:szCs w:val="18"/>
        </w:rPr>
        <w:t xml:space="preserve"> Katalog publiziert.</w:t>
      </w:r>
    </w:p>
    <w:p w14:paraId="7A135956" w14:textId="77777777" w:rsidR="00864AE6" w:rsidRPr="00192E54" w:rsidRDefault="00864AE6" w:rsidP="00434F9C">
      <w:pPr>
        <w:spacing w:line="220" w:lineRule="atLeast"/>
        <w:rPr>
          <w:rFonts w:ascii="Arial" w:hAnsi="Arial" w:cs="Arial"/>
          <w:szCs w:val="18"/>
        </w:rPr>
      </w:pPr>
    </w:p>
    <w:p w14:paraId="7408571E" w14:textId="77777777" w:rsidR="002A0A0C" w:rsidRPr="00B670B7" w:rsidRDefault="002A0A0C" w:rsidP="002A0A0C">
      <w:pPr>
        <w:spacing w:line="240" w:lineRule="auto"/>
        <w:rPr>
          <w:rFonts w:ascii="Arial" w:hAnsi="Arial" w:cs="Arial"/>
          <w:b/>
          <w:szCs w:val="18"/>
        </w:rPr>
      </w:pPr>
      <w:r w:rsidRPr="00B670B7">
        <w:rPr>
          <w:rFonts w:ascii="Arial" w:hAnsi="Arial" w:cs="Arial"/>
          <w:b/>
          <w:szCs w:val="18"/>
        </w:rPr>
        <w:t>Über den BDA PREIS BERLIN 202</w:t>
      </w:r>
      <w:r>
        <w:rPr>
          <w:rFonts w:ascii="Arial" w:hAnsi="Arial" w:cs="Arial"/>
          <w:b/>
          <w:szCs w:val="18"/>
        </w:rPr>
        <w:t>4</w:t>
      </w:r>
    </w:p>
    <w:p w14:paraId="1C5BFB1B" w14:textId="470FA654" w:rsidR="00B4532C" w:rsidRDefault="0096504D" w:rsidP="00B670B7">
      <w:pPr>
        <w:spacing w:line="220" w:lineRule="atLeast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Mit seinem</w:t>
      </w:r>
      <w:r w:rsidRPr="00B670B7">
        <w:rPr>
          <w:rFonts w:ascii="Arial" w:hAnsi="Arial" w:cs="Arial"/>
          <w:szCs w:val="18"/>
        </w:rPr>
        <w:t xml:space="preserve"> </w:t>
      </w:r>
      <w:r w:rsidR="00B670B7" w:rsidRPr="00B670B7">
        <w:rPr>
          <w:rFonts w:ascii="Arial" w:hAnsi="Arial" w:cs="Arial"/>
          <w:szCs w:val="18"/>
        </w:rPr>
        <w:t xml:space="preserve">BDA PREIS BERLIN </w:t>
      </w:r>
      <w:r>
        <w:rPr>
          <w:rFonts w:ascii="Arial" w:hAnsi="Arial" w:cs="Arial"/>
          <w:szCs w:val="18"/>
        </w:rPr>
        <w:t xml:space="preserve">zeichnet der BDA Berlin </w:t>
      </w:r>
      <w:r w:rsidR="00B670B7" w:rsidRPr="00B670B7">
        <w:rPr>
          <w:rFonts w:ascii="Arial" w:hAnsi="Arial" w:cs="Arial"/>
          <w:szCs w:val="18"/>
        </w:rPr>
        <w:t>alle drei Jahre</w:t>
      </w:r>
      <w:r w:rsidR="00982970">
        <w:rPr>
          <w:rFonts w:ascii="Arial" w:hAnsi="Arial" w:cs="Arial"/>
          <w:szCs w:val="18"/>
        </w:rPr>
        <w:t xml:space="preserve"> </w:t>
      </w:r>
      <w:r w:rsidR="00982970" w:rsidRPr="00B670B7">
        <w:rPr>
          <w:rFonts w:ascii="Arial" w:hAnsi="Arial" w:cs="Arial"/>
          <w:szCs w:val="18"/>
        </w:rPr>
        <w:t>Architekt</w:t>
      </w:r>
      <w:r w:rsidR="00982970">
        <w:rPr>
          <w:rFonts w:ascii="Arial" w:hAnsi="Arial" w:cs="Arial"/>
          <w:szCs w:val="18"/>
        </w:rPr>
        <w:t>innen und Architekten</w:t>
      </w:r>
      <w:r w:rsidR="00982970" w:rsidRPr="00B670B7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>sowie</w:t>
      </w:r>
      <w:r w:rsidR="00982970">
        <w:rPr>
          <w:rFonts w:ascii="Arial" w:hAnsi="Arial" w:cs="Arial"/>
          <w:szCs w:val="18"/>
        </w:rPr>
        <w:t xml:space="preserve"> </w:t>
      </w:r>
      <w:r w:rsidR="00982970" w:rsidRPr="00B670B7">
        <w:rPr>
          <w:rFonts w:ascii="Arial" w:hAnsi="Arial" w:cs="Arial"/>
          <w:szCs w:val="18"/>
        </w:rPr>
        <w:t>Bauherr</w:t>
      </w:r>
      <w:r w:rsidR="00982970">
        <w:rPr>
          <w:rFonts w:ascii="Arial" w:hAnsi="Arial" w:cs="Arial"/>
          <w:szCs w:val="18"/>
        </w:rPr>
        <w:t>innen und Bauherren</w:t>
      </w:r>
      <w:r w:rsidR="00982970" w:rsidRPr="00B670B7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gemeinsam </w:t>
      </w:r>
      <w:r w:rsidR="00982970">
        <w:rPr>
          <w:rFonts w:ascii="Arial" w:hAnsi="Arial" w:cs="Arial"/>
          <w:szCs w:val="18"/>
        </w:rPr>
        <w:t xml:space="preserve">für hervorragende baukünstlerische Leistungen </w:t>
      </w:r>
      <w:r>
        <w:rPr>
          <w:rFonts w:ascii="Arial" w:hAnsi="Arial" w:cs="Arial"/>
          <w:szCs w:val="18"/>
        </w:rPr>
        <w:t>aus.</w:t>
      </w:r>
      <w:r w:rsidR="00B4532C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>Der Preis gilt als</w:t>
      </w:r>
      <w:r w:rsidR="00B670B7" w:rsidRPr="00B670B7">
        <w:rPr>
          <w:rFonts w:ascii="Arial" w:hAnsi="Arial" w:cs="Arial"/>
          <w:szCs w:val="18"/>
        </w:rPr>
        <w:t xml:space="preserve"> wichtiger Indikator für die baukulturelle Entwicklung in der Hauptstadt</w:t>
      </w:r>
      <w:r>
        <w:rPr>
          <w:rFonts w:ascii="Arial" w:hAnsi="Arial" w:cs="Arial"/>
          <w:szCs w:val="18"/>
        </w:rPr>
        <w:t xml:space="preserve"> und zielt darauf,</w:t>
      </w:r>
      <w:r w:rsidR="00982970" w:rsidRPr="00B670B7">
        <w:rPr>
          <w:rFonts w:ascii="Arial" w:hAnsi="Arial" w:cs="Arial"/>
          <w:szCs w:val="18"/>
        </w:rPr>
        <w:t xml:space="preserve"> die Qualität des Planens und Bauens in Verantwortung gegenüber Gesellschaft und</w:t>
      </w:r>
      <w:r w:rsidR="00982970">
        <w:rPr>
          <w:rFonts w:ascii="Arial" w:hAnsi="Arial" w:cs="Arial"/>
          <w:szCs w:val="18"/>
        </w:rPr>
        <w:t xml:space="preserve"> </w:t>
      </w:r>
      <w:r w:rsidR="00982970" w:rsidRPr="00B670B7">
        <w:rPr>
          <w:rFonts w:ascii="Arial" w:hAnsi="Arial" w:cs="Arial"/>
          <w:szCs w:val="18"/>
        </w:rPr>
        <w:t>Umwelt zu fördern.</w:t>
      </w:r>
    </w:p>
    <w:p w14:paraId="10219488" w14:textId="77777777" w:rsidR="00F75E70" w:rsidRDefault="00F75E70" w:rsidP="00B670B7">
      <w:pPr>
        <w:spacing w:line="220" w:lineRule="atLeast"/>
        <w:rPr>
          <w:rFonts w:ascii="Arial" w:hAnsi="Arial" w:cs="Arial"/>
          <w:szCs w:val="18"/>
        </w:rPr>
      </w:pPr>
    </w:p>
    <w:p w14:paraId="5DA198EA" w14:textId="77777777" w:rsidR="00B4532C" w:rsidRDefault="00864AE6" w:rsidP="00B670B7">
      <w:pPr>
        <w:spacing w:line="220" w:lineRule="atLeast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Für</w:t>
      </w:r>
      <w:r w:rsidR="00B670B7" w:rsidRPr="00B670B7">
        <w:rPr>
          <w:rFonts w:ascii="Arial" w:hAnsi="Arial" w:cs="Arial"/>
          <w:szCs w:val="18"/>
        </w:rPr>
        <w:t xml:space="preserve"> den </w:t>
      </w:r>
      <w:r w:rsidR="00E372A9">
        <w:rPr>
          <w:rFonts w:ascii="Arial" w:hAnsi="Arial" w:cs="Arial"/>
          <w:szCs w:val="18"/>
        </w:rPr>
        <w:t xml:space="preserve">diesjährigen Preis </w:t>
      </w:r>
      <w:r>
        <w:rPr>
          <w:rFonts w:ascii="Arial" w:hAnsi="Arial" w:cs="Arial"/>
          <w:szCs w:val="18"/>
        </w:rPr>
        <w:t>haben</w:t>
      </w:r>
      <w:r w:rsidR="00B670B7" w:rsidRPr="00B670B7">
        <w:rPr>
          <w:rFonts w:ascii="Arial" w:hAnsi="Arial" w:cs="Arial"/>
          <w:szCs w:val="18"/>
        </w:rPr>
        <w:t xml:space="preserve"> sich</w:t>
      </w:r>
      <w:r w:rsidR="00E372A9">
        <w:rPr>
          <w:rFonts w:ascii="Arial" w:hAnsi="Arial" w:cs="Arial"/>
          <w:szCs w:val="18"/>
        </w:rPr>
        <w:t xml:space="preserve"> </w:t>
      </w:r>
      <w:r w:rsidR="00457F4D" w:rsidRPr="00B4532C">
        <w:rPr>
          <w:rFonts w:ascii="Arial" w:hAnsi="Arial" w:cs="Arial"/>
          <w:color w:val="auto"/>
          <w:szCs w:val="18"/>
        </w:rPr>
        <w:t xml:space="preserve">114 </w:t>
      </w:r>
      <w:r w:rsidR="00B670B7" w:rsidRPr="00B4532C">
        <w:rPr>
          <w:rFonts w:ascii="Arial" w:hAnsi="Arial" w:cs="Arial"/>
          <w:color w:val="auto"/>
          <w:szCs w:val="18"/>
        </w:rPr>
        <w:t xml:space="preserve">Projekte </w:t>
      </w:r>
      <w:r w:rsidR="00B670B7" w:rsidRPr="00B670B7">
        <w:rPr>
          <w:rFonts w:ascii="Arial" w:hAnsi="Arial" w:cs="Arial"/>
          <w:szCs w:val="18"/>
        </w:rPr>
        <w:t>unterschiedlicher Typologien</w:t>
      </w:r>
      <w:r>
        <w:rPr>
          <w:rFonts w:ascii="Arial" w:hAnsi="Arial" w:cs="Arial"/>
          <w:szCs w:val="18"/>
        </w:rPr>
        <w:t xml:space="preserve"> beworben</w:t>
      </w:r>
      <w:r w:rsidR="00F2243E">
        <w:rPr>
          <w:rFonts w:ascii="Arial" w:hAnsi="Arial" w:cs="Arial"/>
          <w:szCs w:val="18"/>
        </w:rPr>
        <w:t>,</w:t>
      </w:r>
      <w:r w:rsidR="00B670B7" w:rsidRPr="00B670B7">
        <w:rPr>
          <w:rFonts w:ascii="Arial" w:hAnsi="Arial" w:cs="Arial"/>
          <w:szCs w:val="18"/>
        </w:rPr>
        <w:t xml:space="preserve"> </w:t>
      </w:r>
      <w:r w:rsidR="00E372A9">
        <w:rPr>
          <w:rFonts w:ascii="Arial" w:hAnsi="Arial" w:cs="Arial"/>
          <w:szCs w:val="18"/>
        </w:rPr>
        <w:t>die</w:t>
      </w:r>
      <w:r w:rsidR="00F2243E">
        <w:rPr>
          <w:rFonts w:ascii="Arial" w:hAnsi="Arial" w:cs="Arial"/>
          <w:szCs w:val="18"/>
        </w:rPr>
        <w:t xml:space="preserve"> </w:t>
      </w:r>
      <w:r w:rsidR="00E372A9" w:rsidRPr="00B670B7">
        <w:rPr>
          <w:rFonts w:ascii="Arial" w:hAnsi="Arial" w:cs="Arial"/>
          <w:szCs w:val="18"/>
        </w:rPr>
        <w:t xml:space="preserve">einen </w:t>
      </w:r>
      <w:r w:rsidR="00F2243E">
        <w:rPr>
          <w:rFonts w:ascii="Arial" w:hAnsi="Arial" w:cs="Arial"/>
          <w:szCs w:val="18"/>
        </w:rPr>
        <w:t xml:space="preserve">repräsentativen </w:t>
      </w:r>
      <w:r w:rsidR="00E372A9" w:rsidRPr="00B670B7">
        <w:rPr>
          <w:rFonts w:ascii="Arial" w:hAnsi="Arial" w:cs="Arial"/>
          <w:szCs w:val="18"/>
        </w:rPr>
        <w:t xml:space="preserve">Querschnitt </w:t>
      </w:r>
      <w:r w:rsidR="00457F4D">
        <w:rPr>
          <w:rFonts w:ascii="Arial" w:hAnsi="Arial" w:cs="Arial"/>
          <w:szCs w:val="18"/>
        </w:rPr>
        <w:t>des Bauens</w:t>
      </w:r>
      <w:r w:rsidR="00457F4D" w:rsidRPr="00B670B7">
        <w:rPr>
          <w:rFonts w:ascii="Arial" w:hAnsi="Arial" w:cs="Arial"/>
          <w:szCs w:val="18"/>
        </w:rPr>
        <w:t xml:space="preserve"> </w:t>
      </w:r>
      <w:r w:rsidR="00F2243E">
        <w:rPr>
          <w:rFonts w:ascii="Arial" w:hAnsi="Arial" w:cs="Arial"/>
          <w:szCs w:val="18"/>
        </w:rPr>
        <w:t>in Berlin darstellen</w:t>
      </w:r>
      <w:r w:rsidR="000B1B74">
        <w:rPr>
          <w:rFonts w:ascii="Arial" w:hAnsi="Arial" w:cs="Arial"/>
          <w:szCs w:val="18"/>
        </w:rPr>
        <w:t xml:space="preserve"> – vom behutsamen Eingriff bis zu </w:t>
      </w:r>
      <w:r w:rsidR="00117DB7">
        <w:rPr>
          <w:rFonts w:ascii="Arial" w:hAnsi="Arial" w:cs="Arial"/>
          <w:szCs w:val="18"/>
        </w:rPr>
        <w:t>prominenten</w:t>
      </w:r>
      <w:r w:rsidR="000B1B74">
        <w:rPr>
          <w:rFonts w:ascii="Arial" w:hAnsi="Arial" w:cs="Arial"/>
          <w:szCs w:val="18"/>
        </w:rPr>
        <w:t xml:space="preserve"> Stadtentwicklungsprojekten</w:t>
      </w:r>
      <w:r w:rsidR="00457F4D">
        <w:rPr>
          <w:rFonts w:ascii="Arial" w:hAnsi="Arial" w:cs="Arial"/>
          <w:szCs w:val="18"/>
        </w:rPr>
        <w:t xml:space="preserve">. Weiter gestiegen ist </w:t>
      </w:r>
      <w:r w:rsidR="00117DB7">
        <w:rPr>
          <w:rFonts w:ascii="Arial" w:hAnsi="Arial" w:cs="Arial"/>
          <w:szCs w:val="18"/>
        </w:rPr>
        <w:t xml:space="preserve">seit der letzten Auslobung </w:t>
      </w:r>
      <w:r w:rsidR="00457F4D">
        <w:rPr>
          <w:rFonts w:ascii="Arial" w:hAnsi="Arial" w:cs="Arial"/>
          <w:szCs w:val="18"/>
        </w:rPr>
        <w:t>der Anteil der Projekte im Bestand, als Bauaufgabe hat der Woh</w:t>
      </w:r>
      <w:r w:rsidR="000B1B74">
        <w:rPr>
          <w:rFonts w:ascii="Arial" w:hAnsi="Arial" w:cs="Arial"/>
          <w:szCs w:val="18"/>
        </w:rPr>
        <w:t>n</w:t>
      </w:r>
      <w:r w:rsidR="00457F4D">
        <w:rPr>
          <w:rFonts w:ascii="Arial" w:hAnsi="Arial" w:cs="Arial"/>
          <w:szCs w:val="18"/>
        </w:rPr>
        <w:t>ungsbau den größten Anteil</w:t>
      </w:r>
      <w:r w:rsidR="000B1B74">
        <w:rPr>
          <w:rFonts w:ascii="Arial" w:hAnsi="Arial" w:cs="Arial"/>
          <w:szCs w:val="18"/>
        </w:rPr>
        <w:t>.</w:t>
      </w:r>
      <w:r w:rsidR="00457F4D">
        <w:rPr>
          <w:rFonts w:ascii="Arial" w:hAnsi="Arial" w:cs="Arial"/>
          <w:szCs w:val="18"/>
        </w:rPr>
        <w:t xml:space="preserve"> Es gibt dazu Büro- und Gewerbebauten, Projekte aus dem Bereich </w:t>
      </w:r>
      <w:r w:rsidR="000B1B74" w:rsidRPr="000B1B74">
        <w:rPr>
          <w:rFonts w:ascii="Arial" w:hAnsi="Arial" w:cs="Arial"/>
          <w:szCs w:val="18"/>
        </w:rPr>
        <w:t>Bildung, Sport, Forschung</w:t>
      </w:r>
      <w:r w:rsidR="00117DB7">
        <w:rPr>
          <w:rFonts w:ascii="Arial" w:hAnsi="Arial" w:cs="Arial"/>
          <w:szCs w:val="18"/>
        </w:rPr>
        <w:t xml:space="preserve"> und</w:t>
      </w:r>
      <w:r w:rsidR="000B1B74" w:rsidRPr="000B1B74">
        <w:rPr>
          <w:rFonts w:ascii="Arial" w:hAnsi="Arial" w:cs="Arial"/>
          <w:szCs w:val="18"/>
        </w:rPr>
        <w:t xml:space="preserve"> Kultur</w:t>
      </w:r>
      <w:r w:rsidR="000B1B74">
        <w:rPr>
          <w:rFonts w:ascii="Arial" w:hAnsi="Arial" w:cs="Arial"/>
          <w:szCs w:val="18"/>
        </w:rPr>
        <w:t>, mehrere Sozialbauten sowie</w:t>
      </w:r>
      <w:r w:rsidR="00117DB7">
        <w:rPr>
          <w:rFonts w:ascii="Arial" w:hAnsi="Arial" w:cs="Arial"/>
          <w:szCs w:val="18"/>
        </w:rPr>
        <w:t xml:space="preserve"> auch</w:t>
      </w:r>
      <w:r w:rsidR="000B1B74">
        <w:rPr>
          <w:rFonts w:ascii="Arial" w:hAnsi="Arial" w:cs="Arial"/>
          <w:szCs w:val="18"/>
        </w:rPr>
        <w:t xml:space="preserve"> Infrastrukturbauten.</w:t>
      </w:r>
    </w:p>
    <w:p w14:paraId="527DA416" w14:textId="77777777" w:rsidR="00B4532C" w:rsidRDefault="00B4532C" w:rsidP="00B670B7">
      <w:pPr>
        <w:spacing w:line="220" w:lineRule="atLeast"/>
        <w:rPr>
          <w:rFonts w:ascii="Arial" w:hAnsi="Arial" w:cs="Arial"/>
          <w:szCs w:val="18"/>
        </w:rPr>
      </w:pPr>
    </w:p>
    <w:p w14:paraId="14BE4D70" w14:textId="1B742A0B" w:rsidR="00B670B7" w:rsidRPr="000E48D1" w:rsidRDefault="00B670B7" w:rsidP="00B670B7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 xml:space="preserve">Zur Bewertung zugelassen waren in diesem Jahr architektonische Planungen und städtebauliche Projekte, die </w:t>
      </w:r>
      <w:r w:rsidR="000E48D1" w:rsidRPr="000E48D1">
        <w:rPr>
          <w:rFonts w:ascii="Arial" w:hAnsi="Arial" w:cs="Arial"/>
        </w:rPr>
        <w:t xml:space="preserve">seit dem 1. Januar 2019 im Land Berlin realisiert wurden. Die Preisverleihung und Bekanntgabe der Preisträger/-innen findet </w:t>
      </w:r>
      <w:r w:rsidR="000B1B74">
        <w:rPr>
          <w:rFonts w:ascii="Arial" w:hAnsi="Arial" w:cs="Arial"/>
        </w:rPr>
        <w:t xml:space="preserve">am 14. </w:t>
      </w:r>
      <w:r w:rsidR="000E48D1" w:rsidRPr="000E48D1">
        <w:rPr>
          <w:rFonts w:ascii="Arial" w:hAnsi="Arial" w:cs="Arial"/>
        </w:rPr>
        <w:t xml:space="preserve">November </w:t>
      </w:r>
      <w:r w:rsidR="005F018D">
        <w:rPr>
          <w:rFonts w:ascii="Arial" w:hAnsi="Arial" w:cs="Arial"/>
        </w:rPr>
        <w:t xml:space="preserve">2024 </w:t>
      </w:r>
      <w:r w:rsidR="000E48D1" w:rsidRPr="000E48D1">
        <w:rPr>
          <w:rFonts w:ascii="Arial" w:hAnsi="Arial" w:cs="Arial"/>
        </w:rPr>
        <w:t xml:space="preserve">statt. </w:t>
      </w:r>
    </w:p>
    <w:p w14:paraId="436C1810" w14:textId="77777777" w:rsidR="00D6134C" w:rsidRDefault="00D6134C" w:rsidP="00B670B7">
      <w:pPr>
        <w:spacing w:line="220" w:lineRule="atLeast"/>
        <w:rPr>
          <w:rFonts w:ascii="Arial" w:hAnsi="Arial" w:cs="Arial"/>
          <w:szCs w:val="18"/>
        </w:rPr>
      </w:pPr>
    </w:p>
    <w:p w14:paraId="64FFCE43" w14:textId="77777777" w:rsidR="00B4532C" w:rsidRDefault="00117DB7" w:rsidP="00B670B7">
      <w:pPr>
        <w:spacing w:line="220" w:lineRule="atLeast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Über die Vergabe des </w:t>
      </w:r>
      <w:r w:rsidR="00982970" w:rsidRPr="00B670B7">
        <w:rPr>
          <w:rFonts w:ascii="Arial" w:hAnsi="Arial" w:cs="Arial"/>
          <w:szCs w:val="18"/>
        </w:rPr>
        <w:t xml:space="preserve">BDA PREIS BERLIN </w:t>
      </w:r>
      <w:r>
        <w:rPr>
          <w:rFonts w:ascii="Arial" w:hAnsi="Arial" w:cs="Arial"/>
          <w:szCs w:val="18"/>
        </w:rPr>
        <w:t xml:space="preserve">entscheidet am 9. und 10. September 2024 eine international besetzte Jury mit </w:t>
      </w:r>
      <w:r w:rsidR="00982970">
        <w:rPr>
          <w:rFonts w:ascii="Arial" w:hAnsi="Arial" w:cs="Arial"/>
          <w:szCs w:val="18"/>
        </w:rPr>
        <w:t xml:space="preserve">drei </w:t>
      </w:r>
      <w:proofErr w:type="spellStart"/>
      <w:r>
        <w:rPr>
          <w:rFonts w:ascii="Arial" w:hAnsi="Arial" w:cs="Arial"/>
          <w:szCs w:val="18"/>
        </w:rPr>
        <w:t>Architekt:innen</w:t>
      </w:r>
      <w:proofErr w:type="spellEnd"/>
      <w:r>
        <w:rPr>
          <w:rFonts w:ascii="Arial" w:hAnsi="Arial" w:cs="Arial"/>
          <w:szCs w:val="18"/>
        </w:rPr>
        <w:t xml:space="preserve">, einer Theoretikerin und einem Bauherrenvertreter: </w:t>
      </w:r>
      <w:r w:rsidR="005F018D" w:rsidRPr="005F018D">
        <w:rPr>
          <w:rFonts w:ascii="Arial" w:hAnsi="Arial" w:cs="Arial"/>
          <w:szCs w:val="18"/>
        </w:rPr>
        <w:t>Wim Eckert, Architekt</w:t>
      </w:r>
      <w:r w:rsidR="00381ED8">
        <w:rPr>
          <w:rFonts w:ascii="Arial" w:hAnsi="Arial" w:cs="Arial"/>
          <w:szCs w:val="18"/>
        </w:rPr>
        <w:t xml:space="preserve"> </w:t>
      </w:r>
      <w:r w:rsidR="005F018D" w:rsidRPr="005F018D">
        <w:rPr>
          <w:rFonts w:ascii="Arial" w:hAnsi="Arial" w:cs="Arial"/>
          <w:szCs w:val="18"/>
        </w:rPr>
        <w:t>(E2A Piet Eckert und Wim Eckert / Architekten ETH BSA BDA SIA AG, Zürich)</w:t>
      </w:r>
      <w:r w:rsidR="005F018D">
        <w:rPr>
          <w:rFonts w:ascii="Arial" w:hAnsi="Arial" w:cs="Arial"/>
          <w:szCs w:val="18"/>
        </w:rPr>
        <w:t xml:space="preserve">, </w:t>
      </w:r>
      <w:r w:rsidR="005F018D" w:rsidRPr="005F018D">
        <w:rPr>
          <w:rFonts w:ascii="Arial" w:hAnsi="Arial" w:cs="Arial"/>
          <w:szCs w:val="18"/>
        </w:rPr>
        <w:t xml:space="preserve">Lutz </w:t>
      </w:r>
      <w:proofErr w:type="spellStart"/>
      <w:r w:rsidR="005F018D" w:rsidRPr="005F018D">
        <w:rPr>
          <w:rFonts w:ascii="Arial" w:hAnsi="Arial" w:cs="Arial"/>
          <w:szCs w:val="18"/>
        </w:rPr>
        <w:t>Keßels</w:t>
      </w:r>
      <w:proofErr w:type="spellEnd"/>
      <w:r w:rsidR="005F018D" w:rsidRPr="005F018D">
        <w:rPr>
          <w:rFonts w:ascii="Arial" w:hAnsi="Arial" w:cs="Arial"/>
          <w:szCs w:val="18"/>
        </w:rPr>
        <w:t>,</w:t>
      </w:r>
      <w:r w:rsidR="005F018D">
        <w:rPr>
          <w:rFonts w:ascii="Arial" w:hAnsi="Arial" w:cs="Arial"/>
          <w:szCs w:val="18"/>
        </w:rPr>
        <w:t xml:space="preserve"> </w:t>
      </w:r>
      <w:r w:rsidR="005F018D" w:rsidRPr="005F018D">
        <w:rPr>
          <w:rFonts w:ascii="Arial" w:hAnsi="Arial" w:cs="Arial"/>
          <w:szCs w:val="18"/>
        </w:rPr>
        <w:t>Geschäftsführer</w:t>
      </w:r>
      <w:r w:rsidR="005F018D">
        <w:rPr>
          <w:rFonts w:ascii="Arial" w:hAnsi="Arial" w:cs="Arial"/>
          <w:szCs w:val="18"/>
        </w:rPr>
        <w:t xml:space="preserve"> </w:t>
      </w:r>
      <w:r w:rsidR="006D7FE7">
        <w:rPr>
          <w:rFonts w:ascii="Arial" w:hAnsi="Arial" w:cs="Arial"/>
          <w:szCs w:val="18"/>
        </w:rPr>
        <w:t>(</w:t>
      </w:r>
      <w:r w:rsidR="005F018D" w:rsidRPr="005F018D">
        <w:rPr>
          <w:rFonts w:ascii="Arial" w:hAnsi="Arial" w:cs="Arial"/>
          <w:szCs w:val="18"/>
        </w:rPr>
        <w:t>Quartier Am Humboldthain GmbH</w:t>
      </w:r>
      <w:r w:rsidR="006D7FE7">
        <w:rPr>
          <w:rFonts w:ascii="Arial" w:hAnsi="Arial" w:cs="Arial"/>
          <w:szCs w:val="18"/>
        </w:rPr>
        <w:t>)</w:t>
      </w:r>
      <w:r w:rsidR="005F018D">
        <w:rPr>
          <w:rFonts w:ascii="Arial" w:hAnsi="Arial" w:cs="Arial"/>
          <w:szCs w:val="18"/>
        </w:rPr>
        <w:t xml:space="preserve">, </w:t>
      </w:r>
      <w:r w:rsidR="005F018D" w:rsidRPr="005F018D">
        <w:rPr>
          <w:rFonts w:ascii="Arial" w:hAnsi="Arial" w:cs="Arial"/>
          <w:szCs w:val="18"/>
        </w:rPr>
        <w:t xml:space="preserve">Prof. Dr. Anne </w:t>
      </w:r>
      <w:proofErr w:type="spellStart"/>
      <w:r w:rsidR="005F018D" w:rsidRPr="005F018D">
        <w:rPr>
          <w:rFonts w:ascii="Arial" w:hAnsi="Arial" w:cs="Arial"/>
          <w:szCs w:val="18"/>
        </w:rPr>
        <w:t>Kockelkorn</w:t>
      </w:r>
      <w:proofErr w:type="spellEnd"/>
      <w:r w:rsidR="005F018D" w:rsidRPr="005F018D">
        <w:rPr>
          <w:rFonts w:ascii="Arial" w:hAnsi="Arial" w:cs="Arial"/>
          <w:szCs w:val="18"/>
        </w:rPr>
        <w:t>, Architekturhistorikerin, (</w:t>
      </w:r>
      <w:proofErr w:type="spellStart"/>
      <w:r w:rsidR="005F018D" w:rsidRPr="005F018D">
        <w:rPr>
          <w:rFonts w:ascii="Arial" w:hAnsi="Arial" w:cs="Arial"/>
          <w:szCs w:val="18"/>
        </w:rPr>
        <w:t>Ghent</w:t>
      </w:r>
      <w:proofErr w:type="spellEnd"/>
      <w:r w:rsidR="005F018D" w:rsidRPr="005F018D">
        <w:rPr>
          <w:rFonts w:ascii="Arial" w:hAnsi="Arial" w:cs="Arial"/>
          <w:szCs w:val="18"/>
        </w:rPr>
        <w:t xml:space="preserve"> University)</w:t>
      </w:r>
      <w:r w:rsidR="005F018D">
        <w:rPr>
          <w:rFonts w:ascii="Arial" w:hAnsi="Arial" w:cs="Arial"/>
          <w:szCs w:val="18"/>
        </w:rPr>
        <w:t xml:space="preserve">, </w:t>
      </w:r>
      <w:r w:rsidR="005F018D" w:rsidRPr="005F018D">
        <w:rPr>
          <w:rFonts w:ascii="Arial" w:hAnsi="Arial" w:cs="Arial"/>
          <w:szCs w:val="18"/>
        </w:rPr>
        <w:t>Ellen van Loon, Architektin</w:t>
      </w:r>
      <w:r w:rsidR="005F018D">
        <w:rPr>
          <w:rFonts w:ascii="Arial" w:hAnsi="Arial" w:cs="Arial"/>
          <w:szCs w:val="18"/>
        </w:rPr>
        <w:t xml:space="preserve"> </w:t>
      </w:r>
      <w:r w:rsidR="005F018D" w:rsidRPr="005F018D">
        <w:rPr>
          <w:rFonts w:ascii="Arial" w:hAnsi="Arial" w:cs="Arial"/>
          <w:szCs w:val="18"/>
        </w:rPr>
        <w:t>(Rotterdam)</w:t>
      </w:r>
      <w:r w:rsidR="005F018D">
        <w:rPr>
          <w:rFonts w:ascii="Arial" w:hAnsi="Arial" w:cs="Arial"/>
          <w:szCs w:val="18"/>
        </w:rPr>
        <w:t>,</w:t>
      </w:r>
      <w:r w:rsidR="00381ED8">
        <w:rPr>
          <w:rFonts w:ascii="Arial" w:hAnsi="Arial" w:cs="Arial"/>
          <w:szCs w:val="18"/>
        </w:rPr>
        <w:t xml:space="preserve"> </w:t>
      </w:r>
      <w:r w:rsidR="005F018D" w:rsidRPr="005F018D">
        <w:rPr>
          <w:rFonts w:ascii="Arial" w:hAnsi="Arial" w:cs="Arial"/>
          <w:szCs w:val="18"/>
        </w:rPr>
        <w:t xml:space="preserve">Alexander </w:t>
      </w:r>
      <w:proofErr w:type="spellStart"/>
      <w:r w:rsidR="005F018D" w:rsidRPr="005F018D">
        <w:rPr>
          <w:rFonts w:ascii="Arial" w:hAnsi="Arial" w:cs="Arial"/>
          <w:szCs w:val="18"/>
        </w:rPr>
        <w:t>Poetzsch</w:t>
      </w:r>
      <w:proofErr w:type="spellEnd"/>
      <w:r w:rsidR="005F018D" w:rsidRPr="005F018D">
        <w:rPr>
          <w:rFonts w:ascii="Arial" w:hAnsi="Arial" w:cs="Arial"/>
          <w:szCs w:val="18"/>
        </w:rPr>
        <w:t>, Architekt</w:t>
      </w:r>
      <w:r w:rsidR="00381ED8">
        <w:rPr>
          <w:rFonts w:ascii="Arial" w:hAnsi="Arial" w:cs="Arial"/>
          <w:szCs w:val="18"/>
        </w:rPr>
        <w:t xml:space="preserve"> </w:t>
      </w:r>
      <w:r w:rsidR="005F018D" w:rsidRPr="005F018D">
        <w:rPr>
          <w:rFonts w:ascii="Arial" w:hAnsi="Arial" w:cs="Arial"/>
          <w:szCs w:val="18"/>
        </w:rPr>
        <w:t>(A</w:t>
      </w:r>
      <w:r w:rsidR="00623C34">
        <w:rPr>
          <w:rFonts w:ascii="Arial" w:hAnsi="Arial" w:cs="Arial"/>
          <w:szCs w:val="18"/>
        </w:rPr>
        <w:t xml:space="preserve">lexander </w:t>
      </w:r>
      <w:proofErr w:type="spellStart"/>
      <w:r w:rsidR="00623C34">
        <w:rPr>
          <w:rFonts w:ascii="Arial" w:hAnsi="Arial" w:cs="Arial"/>
          <w:szCs w:val="18"/>
        </w:rPr>
        <w:t>Poetzsch</w:t>
      </w:r>
      <w:proofErr w:type="spellEnd"/>
      <w:r w:rsidR="00623C34">
        <w:rPr>
          <w:rFonts w:ascii="Arial" w:hAnsi="Arial" w:cs="Arial"/>
          <w:szCs w:val="18"/>
        </w:rPr>
        <w:t xml:space="preserve"> Architekturen </w:t>
      </w:r>
      <w:r w:rsidR="005F018D" w:rsidRPr="005F018D">
        <w:rPr>
          <w:rFonts w:ascii="Arial" w:hAnsi="Arial" w:cs="Arial"/>
          <w:szCs w:val="18"/>
        </w:rPr>
        <w:t>BDA, Dresden, Vorsitzender BDA Sachsen)</w:t>
      </w:r>
      <w:r>
        <w:rPr>
          <w:rFonts w:ascii="Arial" w:hAnsi="Arial" w:cs="Arial"/>
          <w:szCs w:val="18"/>
        </w:rPr>
        <w:t>.</w:t>
      </w:r>
    </w:p>
    <w:p w14:paraId="36C301E0" w14:textId="77777777" w:rsidR="00B4532C" w:rsidRDefault="00B4532C" w:rsidP="00B670B7">
      <w:pPr>
        <w:spacing w:line="220" w:lineRule="atLeast"/>
        <w:rPr>
          <w:rFonts w:ascii="Arial" w:hAnsi="Arial" w:cs="Arial"/>
          <w:szCs w:val="18"/>
        </w:rPr>
      </w:pPr>
    </w:p>
    <w:p w14:paraId="4871EAF9" w14:textId="77777777" w:rsidR="00DD3B92" w:rsidRDefault="00117DB7" w:rsidP="00B723D1">
      <w:pPr>
        <w:spacing w:line="220" w:lineRule="atLeast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Daran anschließend </w:t>
      </w:r>
      <w:r w:rsidR="0096504D">
        <w:rPr>
          <w:rFonts w:ascii="Arial" w:hAnsi="Arial" w:cs="Arial"/>
          <w:szCs w:val="18"/>
        </w:rPr>
        <w:t>startet die</w:t>
      </w:r>
      <w:r>
        <w:rPr>
          <w:rFonts w:ascii="Arial" w:hAnsi="Arial" w:cs="Arial"/>
          <w:szCs w:val="18"/>
        </w:rPr>
        <w:t xml:space="preserve"> Abstimmung über </w:t>
      </w:r>
      <w:r w:rsidR="0096504D">
        <w:rPr>
          <w:rFonts w:ascii="Arial" w:hAnsi="Arial" w:cs="Arial"/>
          <w:szCs w:val="18"/>
        </w:rPr>
        <w:t>den BDA PREIS</w:t>
      </w:r>
      <w:r>
        <w:rPr>
          <w:rFonts w:ascii="Arial" w:hAnsi="Arial" w:cs="Arial"/>
          <w:szCs w:val="18"/>
        </w:rPr>
        <w:t xml:space="preserve"> </w:t>
      </w:r>
      <w:r w:rsidR="0096504D">
        <w:rPr>
          <w:rFonts w:ascii="Arial" w:hAnsi="Arial" w:cs="Arial"/>
          <w:szCs w:val="18"/>
        </w:rPr>
        <w:t>PUBLIKUMSPREIS</w:t>
      </w:r>
      <w:r>
        <w:rPr>
          <w:rFonts w:ascii="Arial" w:hAnsi="Arial" w:cs="Arial"/>
          <w:szCs w:val="18"/>
        </w:rPr>
        <w:t>.</w:t>
      </w:r>
      <w:r w:rsidR="00B4532C">
        <w:rPr>
          <w:rFonts w:ascii="Arial" w:hAnsi="Arial" w:cs="Arial"/>
          <w:szCs w:val="18"/>
        </w:rPr>
        <w:t xml:space="preserve"> </w:t>
      </w:r>
    </w:p>
    <w:p w14:paraId="035EF11A" w14:textId="054F2603" w:rsidR="00B4532C" w:rsidRDefault="00B670B7" w:rsidP="00B723D1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 xml:space="preserve">Weitere Informationen unter </w:t>
      </w:r>
      <w:hyperlink r:id="rId9" w:history="1">
        <w:r w:rsidRPr="00B670B7">
          <w:rPr>
            <w:rStyle w:val="Hyperlink"/>
            <w:rFonts w:ascii="Arial" w:hAnsi="Arial" w:cs="Arial"/>
            <w:szCs w:val="18"/>
          </w:rPr>
          <w:t>www.bda-berlin.de</w:t>
        </w:r>
      </w:hyperlink>
      <w:r w:rsidR="00864AE6">
        <w:rPr>
          <w:rFonts w:ascii="Arial" w:hAnsi="Arial" w:cs="Arial"/>
          <w:szCs w:val="18"/>
        </w:rPr>
        <w:t>.</w:t>
      </w:r>
      <w:r w:rsidR="00B4532C">
        <w:rPr>
          <w:rFonts w:ascii="Arial" w:hAnsi="Arial" w:cs="Arial"/>
          <w:szCs w:val="18"/>
        </w:rPr>
        <w:br w:type="page"/>
      </w:r>
    </w:p>
    <w:p w14:paraId="794C0CFE" w14:textId="77777777" w:rsidR="00902982" w:rsidRDefault="00B670B7" w:rsidP="00A80DF3">
      <w:pPr>
        <w:spacing w:line="220" w:lineRule="atLeast"/>
        <w:rPr>
          <w:rFonts w:ascii="Arial" w:hAnsi="Arial" w:cs="Arial"/>
          <w:b/>
          <w:sz w:val="16"/>
          <w:szCs w:val="16"/>
        </w:rPr>
      </w:pPr>
      <w:r w:rsidRPr="00B670B7">
        <w:rPr>
          <w:rFonts w:ascii="Arial" w:hAnsi="Arial" w:cs="Arial"/>
          <w:b/>
          <w:szCs w:val="18"/>
        </w:rPr>
        <w:lastRenderedPageBreak/>
        <w:t>Pressebil</w:t>
      </w:r>
      <w:r w:rsidR="00064D13">
        <w:rPr>
          <w:rFonts w:ascii="Arial" w:hAnsi="Arial" w:cs="Arial"/>
          <w:b/>
          <w:szCs w:val="18"/>
        </w:rPr>
        <w:t>d</w:t>
      </w:r>
      <w:r w:rsidR="00F378A8">
        <w:rPr>
          <w:rFonts w:ascii="Arial" w:hAnsi="Arial" w:cs="Arial"/>
          <w:b/>
          <w:szCs w:val="18"/>
        </w:rPr>
        <w:t>er</w:t>
      </w:r>
      <w:r w:rsidRPr="00B670B7">
        <w:rPr>
          <w:rFonts w:ascii="Arial" w:hAnsi="Arial" w:cs="Arial"/>
          <w:b/>
          <w:szCs w:val="18"/>
        </w:rPr>
        <w:br/>
      </w:r>
      <w:r w:rsidR="00064D13">
        <w:rPr>
          <w:rFonts w:ascii="Arial" w:hAnsi="Arial" w:cs="Arial"/>
          <w:b/>
          <w:noProof/>
          <w:szCs w:val="18"/>
        </w:rPr>
        <w:drawing>
          <wp:inline distT="0" distB="0" distL="0" distR="0" wp14:anchorId="646CACAC" wp14:editId="673646F3">
            <wp:extent cx="4608195" cy="2357994"/>
            <wp:effectExtent l="0" t="0" r="1905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8195" cy="2357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70B7">
        <w:rPr>
          <w:rFonts w:ascii="Arial" w:hAnsi="Arial" w:cs="Arial"/>
          <w:b/>
          <w:szCs w:val="18"/>
        </w:rPr>
        <w:br/>
      </w:r>
      <w:r w:rsidRPr="00064D13">
        <w:rPr>
          <w:rFonts w:ascii="Arial" w:hAnsi="Arial" w:cs="Arial"/>
          <w:b/>
          <w:sz w:val="16"/>
          <w:szCs w:val="16"/>
        </w:rPr>
        <w:t>BDA PREIS BERLIN Publikumspreis 20</w:t>
      </w:r>
      <w:r w:rsidR="009519BF">
        <w:rPr>
          <w:rFonts w:ascii="Arial" w:hAnsi="Arial" w:cs="Arial"/>
          <w:b/>
          <w:sz w:val="16"/>
          <w:szCs w:val="16"/>
        </w:rPr>
        <w:t>24</w:t>
      </w:r>
    </w:p>
    <w:p w14:paraId="2414A647" w14:textId="65D37A1D" w:rsidR="00A80DF3" w:rsidRPr="006100E6" w:rsidRDefault="0031410D" w:rsidP="00A80DF3">
      <w:pPr>
        <w:spacing w:line="220" w:lineRule="atLeast"/>
        <w:rPr>
          <w:rFonts w:ascii="Arial" w:hAnsi="Arial" w:cs="Arial"/>
          <w:sz w:val="16"/>
          <w:szCs w:val="16"/>
        </w:rPr>
      </w:pPr>
      <w:r w:rsidRPr="0031410D">
        <w:rPr>
          <w:rFonts w:ascii="Arial" w:hAnsi="Arial" w:cs="Arial"/>
          <w:bCs/>
          <w:sz w:val="16"/>
          <w:szCs w:val="16"/>
        </w:rPr>
        <w:t>Projekte</w:t>
      </w:r>
      <w:r w:rsidR="006100E6">
        <w:rPr>
          <w:rFonts w:ascii="Arial" w:hAnsi="Arial" w:cs="Arial"/>
          <w:bCs/>
          <w:sz w:val="16"/>
          <w:szCs w:val="16"/>
        </w:rPr>
        <w:t xml:space="preserve"> </w:t>
      </w:r>
      <w:r w:rsidR="00902982">
        <w:rPr>
          <w:rFonts w:ascii="Arial" w:hAnsi="Arial" w:cs="Arial"/>
          <w:bCs/>
          <w:sz w:val="16"/>
          <w:szCs w:val="16"/>
        </w:rPr>
        <w:t xml:space="preserve">2021 </w:t>
      </w:r>
      <w:r w:rsidR="006100E6">
        <w:rPr>
          <w:rFonts w:ascii="Arial" w:hAnsi="Arial" w:cs="Arial"/>
          <w:bCs/>
          <w:sz w:val="16"/>
          <w:szCs w:val="16"/>
        </w:rPr>
        <w:t>(</w:t>
      </w:r>
      <w:proofErr w:type="spellStart"/>
      <w:r w:rsidR="006100E6">
        <w:rPr>
          <w:rFonts w:ascii="Arial" w:hAnsi="Arial" w:cs="Arial"/>
          <w:bCs/>
          <w:sz w:val="16"/>
          <w:szCs w:val="16"/>
        </w:rPr>
        <w:t>v.l</w:t>
      </w:r>
      <w:proofErr w:type="spellEnd"/>
      <w:r w:rsidR="006100E6">
        <w:rPr>
          <w:rFonts w:ascii="Arial" w:hAnsi="Arial" w:cs="Arial"/>
          <w:bCs/>
          <w:sz w:val="16"/>
          <w:szCs w:val="16"/>
        </w:rPr>
        <w:t>.):</w:t>
      </w:r>
      <w:r w:rsidRPr="0031410D">
        <w:rPr>
          <w:rFonts w:ascii="Arial" w:hAnsi="Arial" w:cs="Arial"/>
          <w:bCs/>
          <w:sz w:val="16"/>
          <w:szCs w:val="16"/>
        </w:rPr>
        <w:t xml:space="preserve"> Charlie Living, Townhouse-Oberwallstraße, Dachaufstockung Wassertorstraße</w:t>
      </w:r>
      <w:r w:rsidR="00B670B7" w:rsidRPr="00064D13">
        <w:rPr>
          <w:rFonts w:ascii="Arial" w:hAnsi="Arial" w:cs="Arial"/>
          <w:sz w:val="16"/>
          <w:szCs w:val="16"/>
        </w:rPr>
        <w:br/>
        <w:t>Architekten</w:t>
      </w:r>
      <w:r>
        <w:rPr>
          <w:rFonts w:ascii="Arial" w:hAnsi="Arial" w:cs="Arial"/>
          <w:sz w:val="16"/>
          <w:szCs w:val="16"/>
        </w:rPr>
        <w:t xml:space="preserve"> (</w:t>
      </w:r>
      <w:proofErr w:type="spellStart"/>
      <w:r>
        <w:rPr>
          <w:rFonts w:ascii="Arial" w:hAnsi="Arial" w:cs="Arial"/>
          <w:sz w:val="16"/>
          <w:szCs w:val="16"/>
        </w:rPr>
        <w:t>v.l</w:t>
      </w:r>
      <w:proofErr w:type="spellEnd"/>
      <w:r>
        <w:rPr>
          <w:rFonts w:ascii="Arial" w:hAnsi="Arial" w:cs="Arial"/>
          <w:sz w:val="16"/>
          <w:szCs w:val="16"/>
        </w:rPr>
        <w:t xml:space="preserve">.): GRAFT, Patzschke, </w:t>
      </w:r>
      <w:proofErr w:type="spellStart"/>
      <w:r w:rsidRPr="0031410D">
        <w:rPr>
          <w:rFonts w:ascii="Arial" w:hAnsi="Arial" w:cs="Arial"/>
          <w:sz w:val="16"/>
          <w:szCs w:val="16"/>
        </w:rPr>
        <w:t>buchner</w:t>
      </w:r>
      <w:proofErr w:type="spellEnd"/>
      <w:r w:rsidRPr="0031410D">
        <w:rPr>
          <w:rFonts w:ascii="Arial" w:hAnsi="Arial" w:cs="Arial"/>
          <w:sz w:val="16"/>
          <w:szCs w:val="16"/>
        </w:rPr>
        <w:t xml:space="preserve"> &amp; </w:t>
      </w:r>
      <w:proofErr w:type="spellStart"/>
      <w:r w:rsidRPr="0031410D">
        <w:rPr>
          <w:rFonts w:ascii="Arial" w:hAnsi="Arial" w:cs="Arial"/>
          <w:sz w:val="16"/>
          <w:szCs w:val="16"/>
        </w:rPr>
        <w:t>wienke</w:t>
      </w:r>
      <w:proofErr w:type="spellEnd"/>
    </w:p>
    <w:p w14:paraId="5858C141" w14:textId="24CBDED8" w:rsidR="00A80DF3" w:rsidRPr="00064D13" w:rsidRDefault="00B670B7" w:rsidP="00A80DF3">
      <w:pPr>
        <w:spacing w:line="220" w:lineRule="atLeast"/>
        <w:rPr>
          <w:rFonts w:ascii="Arial" w:hAnsi="Arial" w:cs="Arial"/>
          <w:sz w:val="16"/>
          <w:szCs w:val="16"/>
        </w:rPr>
      </w:pPr>
      <w:r w:rsidRPr="00064D13">
        <w:rPr>
          <w:rFonts w:ascii="Arial" w:hAnsi="Arial" w:cs="Arial"/>
          <w:sz w:val="16"/>
          <w:szCs w:val="16"/>
        </w:rPr>
        <w:t>Bauherr</w:t>
      </w:r>
      <w:r w:rsidR="006C3AAA">
        <w:rPr>
          <w:rFonts w:ascii="Arial" w:hAnsi="Arial" w:cs="Arial"/>
          <w:sz w:val="16"/>
          <w:szCs w:val="16"/>
        </w:rPr>
        <w:t xml:space="preserve"> (</w:t>
      </w:r>
      <w:proofErr w:type="spellStart"/>
      <w:r w:rsidR="006C3AAA">
        <w:rPr>
          <w:rFonts w:ascii="Arial" w:hAnsi="Arial" w:cs="Arial"/>
          <w:sz w:val="16"/>
          <w:szCs w:val="16"/>
        </w:rPr>
        <w:t>v.l</w:t>
      </w:r>
      <w:proofErr w:type="spellEnd"/>
      <w:r w:rsidR="006C3AAA">
        <w:rPr>
          <w:rFonts w:ascii="Arial" w:hAnsi="Arial" w:cs="Arial"/>
          <w:sz w:val="16"/>
          <w:szCs w:val="16"/>
        </w:rPr>
        <w:t xml:space="preserve">.): </w:t>
      </w:r>
      <w:proofErr w:type="spellStart"/>
      <w:r w:rsidR="006C3AAA" w:rsidRPr="006100E6">
        <w:rPr>
          <w:rFonts w:ascii="Arial" w:hAnsi="Arial" w:cs="Arial"/>
          <w:sz w:val="16"/>
          <w:szCs w:val="16"/>
        </w:rPr>
        <w:t>Trockland</w:t>
      </w:r>
      <w:proofErr w:type="spellEnd"/>
      <w:r w:rsidR="006C3AAA" w:rsidRPr="006100E6">
        <w:rPr>
          <w:rFonts w:ascii="Arial" w:hAnsi="Arial" w:cs="Arial"/>
          <w:sz w:val="16"/>
          <w:szCs w:val="16"/>
        </w:rPr>
        <w:t xml:space="preserve"> Management GmbH, Bauwert AG, GbR Bauherrengemeinschaft Wassertorstraße</w:t>
      </w:r>
    </w:p>
    <w:p w14:paraId="50E7445F" w14:textId="55E1E70A" w:rsidR="00017DC0" w:rsidRPr="006100E6" w:rsidRDefault="00B670B7" w:rsidP="00597C58">
      <w:pPr>
        <w:spacing w:line="220" w:lineRule="atLeast"/>
        <w:rPr>
          <w:rFonts w:ascii="Arial" w:hAnsi="Arial" w:cs="Arial"/>
          <w:sz w:val="16"/>
          <w:szCs w:val="16"/>
        </w:rPr>
      </w:pPr>
      <w:r w:rsidRPr="006100E6">
        <w:rPr>
          <w:rFonts w:ascii="Arial" w:hAnsi="Arial" w:cs="Arial"/>
          <w:sz w:val="16"/>
          <w:szCs w:val="16"/>
        </w:rPr>
        <w:t>Foto</w:t>
      </w:r>
      <w:r w:rsidR="000322DB" w:rsidRPr="006100E6">
        <w:rPr>
          <w:rFonts w:ascii="Arial" w:hAnsi="Arial" w:cs="Arial"/>
          <w:sz w:val="16"/>
          <w:szCs w:val="16"/>
        </w:rPr>
        <w:t>s (</w:t>
      </w:r>
      <w:proofErr w:type="spellStart"/>
      <w:r w:rsidR="000322DB" w:rsidRPr="006100E6">
        <w:rPr>
          <w:rFonts w:ascii="Arial" w:hAnsi="Arial" w:cs="Arial"/>
          <w:sz w:val="16"/>
          <w:szCs w:val="16"/>
        </w:rPr>
        <w:t>v.l</w:t>
      </w:r>
      <w:proofErr w:type="spellEnd"/>
      <w:r w:rsidR="000322DB" w:rsidRPr="006100E6">
        <w:rPr>
          <w:rFonts w:ascii="Arial" w:hAnsi="Arial" w:cs="Arial"/>
          <w:sz w:val="16"/>
          <w:szCs w:val="16"/>
        </w:rPr>
        <w:t>.)</w:t>
      </w:r>
      <w:r w:rsidRPr="006100E6">
        <w:rPr>
          <w:rFonts w:ascii="Arial" w:hAnsi="Arial" w:cs="Arial"/>
          <w:sz w:val="16"/>
          <w:szCs w:val="16"/>
        </w:rPr>
        <w:t xml:space="preserve">: </w:t>
      </w:r>
      <w:r w:rsidR="000322DB" w:rsidRPr="006100E6">
        <w:rPr>
          <w:rFonts w:ascii="Arial" w:hAnsi="Arial" w:cs="Arial"/>
          <w:sz w:val="16"/>
          <w:szCs w:val="16"/>
        </w:rPr>
        <w:t xml:space="preserve">BTTR-GmbH, </w:t>
      </w:r>
      <w:r w:rsidR="00BF0D2D" w:rsidRPr="006100E6">
        <w:rPr>
          <w:rFonts w:ascii="Arial" w:hAnsi="Arial" w:cs="Arial"/>
          <w:sz w:val="16"/>
          <w:szCs w:val="16"/>
        </w:rPr>
        <w:t xml:space="preserve">Markus </w:t>
      </w:r>
      <w:proofErr w:type="spellStart"/>
      <w:r w:rsidR="00BF0D2D" w:rsidRPr="006100E6">
        <w:rPr>
          <w:rFonts w:ascii="Arial" w:hAnsi="Arial" w:cs="Arial"/>
          <w:sz w:val="16"/>
          <w:szCs w:val="16"/>
        </w:rPr>
        <w:t>Löffelhardt</w:t>
      </w:r>
      <w:proofErr w:type="spellEnd"/>
      <w:r w:rsidR="00BF0D2D" w:rsidRPr="006100E6">
        <w:rPr>
          <w:rFonts w:ascii="Arial" w:hAnsi="Arial" w:cs="Arial"/>
          <w:sz w:val="16"/>
          <w:szCs w:val="16"/>
        </w:rPr>
        <w:t xml:space="preserve">, </w:t>
      </w:r>
      <w:r w:rsidR="006100E6" w:rsidRPr="006100E6">
        <w:rPr>
          <w:rFonts w:ascii="Arial" w:hAnsi="Arial" w:cs="Arial"/>
          <w:sz w:val="16"/>
          <w:szCs w:val="16"/>
        </w:rPr>
        <w:t>Marcus Bredt</w:t>
      </w:r>
    </w:p>
    <w:p w14:paraId="78F4E53E" w14:textId="77777777" w:rsidR="00017DC0" w:rsidRDefault="00017DC0" w:rsidP="00597C58">
      <w:pPr>
        <w:spacing w:line="220" w:lineRule="atLeast"/>
        <w:rPr>
          <w:rFonts w:ascii="Arial" w:hAnsi="Arial" w:cs="Arial"/>
          <w:bCs/>
          <w:sz w:val="16"/>
          <w:szCs w:val="16"/>
        </w:rPr>
      </w:pPr>
    </w:p>
    <w:p w14:paraId="6228DC48" w14:textId="77777777" w:rsidR="006100E6" w:rsidRDefault="006100E6" w:rsidP="00597C58">
      <w:pPr>
        <w:spacing w:line="220" w:lineRule="atLeast"/>
        <w:rPr>
          <w:rFonts w:ascii="Arial" w:hAnsi="Arial" w:cs="Arial"/>
          <w:bCs/>
          <w:sz w:val="16"/>
          <w:szCs w:val="16"/>
        </w:rPr>
      </w:pPr>
    </w:p>
    <w:p w14:paraId="18269F16" w14:textId="77777777" w:rsidR="00876A1F" w:rsidRDefault="00876A1F" w:rsidP="00597C58">
      <w:pPr>
        <w:spacing w:line="220" w:lineRule="atLeast"/>
        <w:rPr>
          <w:rFonts w:ascii="Arial" w:hAnsi="Arial" w:cs="Arial"/>
          <w:bCs/>
          <w:sz w:val="16"/>
          <w:szCs w:val="16"/>
        </w:rPr>
      </w:pPr>
    </w:p>
    <w:p w14:paraId="5539DE48" w14:textId="485169D9" w:rsidR="006100E6" w:rsidRDefault="00902982" w:rsidP="00597C58">
      <w:pPr>
        <w:spacing w:line="220" w:lineRule="atLeas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noProof/>
          <w:sz w:val="16"/>
          <w:szCs w:val="16"/>
        </w:rPr>
        <w:drawing>
          <wp:inline distT="0" distB="0" distL="0" distR="0" wp14:anchorId="7656925B" wp14:editId="270867F7">
            <wp:extent cx="4608195" cy="3456305"/>
            <wp:effectExtent l="0" t="0" r="1905" b="0"/>
            <wp:docPr id="144363224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632246" name="Grafik 1443632246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8195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CC886" w14:textId="285DBF22" w:rsidR="00017DC0" w:rsidRDefault="00017DC0" w:rsidP="00017DC0">
      <w:pPr>
        <w:spacing w:line="240" w:lineRule="auto"/>
        <w:rPr>
          <w:rFonts w:ascii="Arial" w:hAnsi="Arial" w:cs="Arial"/>
        </w:rPr>
      </w:pPr>
      <w:r w:rsidRPr="00EF063D">
        <w:rPr>
          <w:rFonts w:ascii="Arial" w:hAnsi="Arial" w:cs="Arial"/>
          <w:b/>
          <w:sz w:val="16"/>
          <w:szCs w:val="16"/>
        </w:rPr>
        <w:t xml:space="preserve">Signet BDA PREIS BERLIN </w:t>
      </w:r>
      <w:r w:rsidR="006100E6" w:rsidRPr="00EF063D">
        <w:rPr>
          <w:rFonts w:ascii="Arial" w:hAnsi="Arial" w:cs="Arial"/>
          <w:b/>
          <w:sz w:val="16"/>
          <w:szCs w:val="16"/>
        </w:rPr>
        <w:t xml:space="preserve">Publikumspreis </w:t>
      </w:r>
      <w:r w:rsidRPr="00EF063D">
        <w:rPr>
          <w:rFonts w:ascii="Arial" w:hAnsi="Arial" w:cs="Arial"/>
          <w:b/>
          <w:sz w:val="16"/>
          <w:szCs w:val="16"/>
        </w:rPr>
        <w:t>2024 (© BDA Berlin)</w:t>
      </w:r>
      <w:r w:rsidRPr="00EF063D">
        <w:rPr>
          <w:rFonts w:ascii="Arial" w:hAnsi="Arial" w:cs="Arial"/>
          <w:b/>
          <w:sz w:val="16"/>
          <w:szCs w:val="16"/>
        </w:rPr>
        <w:br/>
      </w:r>
    </w:p>
    <w:p w14:paraId="6063B4DF" w14:textId="47E7C765" w:rsidR="006100E6" w:rsidRDefault="006100E6" w:rsidP="00017DC0">
      <w:pPr>
        <w:spacing w:line="240" w:lineRule="auto"/>
        <w:rPr>
          <w:rFonts w:ascii="Arial" w:hAnsi="Arial" w:cs="Arial"/>
        </w:rPr>
      </w:pPr>
    </w:p>
    <w:p w14:paraId="0AAC2951" w14:textId="77777777" w:rsidR="003529FB" w:rsidRDefault="003529FB" w:rsidP="00017DC0">
      <w:pPr>
        <w:spacing w:line="240" w:lineRule="auto"/>
        <w:rPr>
          <w:rFonts w:ascii="Arial" w:hAnsi="Arial" w:cs="Arial"/>
        </w:rPr>
      </w:pPr>
    </w:p>
    <w:p w14:paraId="33CC7137" w14:textId="0E051848" w:rsidR="00C14606" w:rsidRDefault="00C14606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40E4BE2" w14:textId="77777777" w:rsidR="006C6805" w:rsidRPr="00313D0A" w:rsidRDefault="006C6805" w:rsidP="00017DC0">
      <w:pPr>
        <w:spacing w:line="240" w:lineRule="auto"/>
        <w:rPr>
          <w:rFonts w:ascii="Arial" w:hAnsi="Arial" w:cs="Arial"/>
        </w:rPr>
      </w:pPr>
    </w:p>
    <w:p w14:paraId="3EF8CB81" w14:textId="754795BA" w:rsidR="00597C58" w:rsidRPr="00B670B7" w:rsidRDefault="00597C58" w:rsidP="00597C58">
      <w:pPr>
        <w:spacing w:line="220" w:lineRule="atLeast"/>
        <w:rPr>
          <w:rFonts w:ascii="Arial" w:hAnsi="Arial" w:cs="Arial"/>
          <w:b/>
          <w:bCs/>
          <w:szCs w:val="18"/>
        </w:rPr>
      </w:pPr>
      <w:r w:rsidRPr="00B670B7">
        <w:rPr>
          <w:rFonts w:ascii="Arial" w:hAnsi="Arial" w:cs="Arial"/>
          <w:b/>
          <w:bCs/>
          <w:szCs w:val="18"/>
        </w:rPr>
        <w:t>Weitere Informationen:</w:t>
      </w:r>
    </w:p>
    <w:p w14:paraId="69A3F2F2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</w:p>
    <w:p w14:paraId="51AC1B02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Bund Deutscher Architektinnen und Architekten</w:t>
      </w:r>
    </w:p>
    <w:p w14:paraId="5295078C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 xml:space="preserve">Landesverband Berlin e.V. </w:t>
      </w:r>
    </w:p>
    <w:p w14:paraId="3A4F6E4F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Petra Vellinga</w:t>
      </w:r>
    </w:p>
    <w:p w14:paraId="1447AE7C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Mommsenstraße 64</w:t>
      </w:r>
    </w:p>
    <w:p w14:paraId="1CFD8019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D-10629 Berlin</w:t>
      </w:r>
    </w:p>
    <w:p w14:paraId="442809A3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Tel. +49-(0)30-886 83 206</w:t>
      </w:r>
    </w:p>
    <w:p w14:paraId="4F0681CA" w14:textId="25955E7B" w:rsidR="00597C58" w:rsidRPr="00B670B7" w:rsidRDefault="00000000" w:rsidP="00597C58">
      <w:pPr>
        <w:spacing w:line="220" w:lineRule="atLeast"/>
        <w:rPr>
          <w:rFonts w:ascii="Arial" w:hAnsi="Arial" w:cs="Arial"/>
          <w:szCs w:val="18"/>
        </w:rPr>
      </w:pPr>
      <w:hyperlink r:id="rId12" w:history="1">
        <w:r w:rsidR="00597C58" w:rsidRPr="00A80DF3">
          <w:rPr>
            <w:rStyle w:val="Hyperlink"/>
            <w:rFonts w:ascii="Arial" w:hAnsi="Arial" w:cs="Arial"/>
            <w:szCs w:val="18"/>
          </w:rPr>
          <w:t>vellinga@bda-berlin.de</w:t>
        </w:r>
      </w:hyperlink>
    </w:p>
    <w:p w14:paraId="47ADF87A" w14:textId="77777777" w:rsidR="00597C58" w:rsidRDefault="00597C58" w:rsidP="00597C58">
      <w:pPr>
        <w:spacing w:line="220" w:lineRule="atLeast"/>
        <w:rPr>
          <w:rFonts w:ascii="Arial" w:hAnsi="Arial" w:cs="Arial"/>
          <w:szCs w:val="18"/>
        </w:rPr>
      </w:pPr>
    </w:p>
    <w:p w14:paraId="25AD1521" w14:textId="77777777" w:rsidR="006C6805" w:rsidRPr="00B670B7" w:rsidRDefault="006C6805" w:rsidP="00597C58">
      <w:pPr>
        <w:spacing w:line="220" w:lineRule="atLeast"/>
        <w:rPr>
          <w:rFonts w:ascii="Arial" w:hAnsi="Arial" w:cs="Arial"/>
          <w:szCs w:val="18"/>
        </w:rPr>
      </w:pPr>
    </w:p>
    <w:p w14:paraId="78222ED8" w14:textId="77777777" w:rsidR="00597C58" w:rsidRPr="00B670B7" w:rsidRDefault="00597C58" w:rsidP="00597C58">
      <w:pPr>
        <w:spacing w:line="220" w:lineRule="atLeast"/>
        <w:rPr>
          <w:rFonts w:ascii="Arial" w:hAnsi="Arial" w:cs="Arial"/>
          <w:b/>
          <w:bCs/>
          <w:szCs w:val="18"/>
        </w:rPr>
      </w:pPr>
      <w:r w:rsidRPr="00B670B7">
        <w:rPr>
          <w:rFonts w:ascii="Arial" w:hAnsi="Arial" w:cs="Arial"/>
          <w:b/>
          <w:bCs/>
          <w:szCs w:val="18"/>
        </w:rPr>
        <w:t>Rückfragen der Presse:</w:t>
      </w:r>
    </w:p>
    <w:p w14:paraId="526BFC18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</w:p>
    <w:p w14:paraId="13B306A7" w14:textId="41BCC40E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proofErr w:type="spellStart"/>
      <w:r w:rsidRPr="00B670B7">
        <w:rPr>
          <w:rFonts w:ascii="Arial" w:hAnsi="Arial" w:cs="Arial"/>
          <w:szCs w:val="18"/>
        </w:rPr>
        <w:t>mai</w:t>
      </w:r>
      <w:proofErr w:type="spellEnd"/>
      <w:r w:rsidRPr="00B670B7">
        <w:rPr>
          <w:rFonts w:ascii="Arial" w:hAnsi="Arial" w:cs="Arial"/>
          <w:szCs w:val="18"/>
        </w:rPr>
        <w:t xml:space="preserve"> </w:t>
      </w:r>
      <w:proofErr w:type="spellStart"/>
      <w:r w:rsidRPr="00B670B7">
        <w:rPr>
          <w:rFonts w:ascii="Arial" w:hAnsi="Arial" w:cs="Arial"/>
          <w:szCs w:val="18"/>
        </w:rPr>
        <w:t>public</w:t>
      </w:r>
      <w:proofErr w:type="spellEnd"/>
      <w:r w:rsidRPr="00B670B7">
        <w:rPr>
          <w:rFonts w:ascii="Arial" w:hAnsi="Arial" w:cs="Arial"/>
          <w:szCs w:val="18"/>
        </w:rPr>
        <w:t xml:space="preserve"> </w:t>
      </w:r>
      <w:proofErr w:type="spellStart"/>
      <w:r w:rsidRPr="00B670B7">
        <w:rPr>
          <w:rFonts w:ascii="Arial" w:hAnsi="Arial" w:cs="Arial"/>
          <w:szCs w:val="18"/>
        </w:rPr>
        <w:t>relations</w:t>
      </w:r>
      <w:proofErr w:type="spellEnd"/>
      <w:r w:rsidRPr="00B670B7">
        <w:rPr>
          <w:rFonts w:ascii="Arial" w:hAnsi="Arial" w:cs="Arial"/>
          <w:szCs w:val="18"/>
        </w:rPr>
        <w:t xml:space="preserve"> GmbH</w:t>
      </w:r>
    </w:p>
    <w:p w14:paraId="01BA2B5A" w14:textId="381319A1" w:rsidR="009A20CA" w:rsidRPr="00B670B7" w:rsidRDefault="00A42DE6" w:rsidP="00597C58">
      <w:pPr>
        <w:spacing w:line="220" w:lineRule="atLeast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Matthias Mai</w:t>
      </w:r>
      <w:r w:rsidR="009A20CA" w:rsidRPr="00B670B7">
        <w:rPr>
          <w:rFonts w:ascii="Arial" w:hAnsi="Arial" w:cs="Arial"/>
          <w:szCs w:val="18"/>
        </w:rPr>
        <w:t xml:space="preserve"> | </w:t>
      </w:r>
      <w:r>
        <w:rPr>
          <w:rFonts w:ascii="Arial" w:hAnsi="Arial" w:cs="Arial"/>
          <w:szCs w:val="18"/>
        </w:rPr>
        <w:t>Wolfgang Deil</w:t>
      </w:r>
    </w:p>
    <w:p w14:paraId="5612F7A7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Leuschnerdamm 13, Aufgang 3</w:t>
      </w:r>
    </w:p>
    <w:p w14:paraId="30B3AA58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D-10999 Berlin</w:t>
      </w:r>
    </w:p>
    <w:p w14:paraId="779AC24A" w14:textId="3C1D3BA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Tel. +49-(0)30-66 40 40-55</w:t>
      </w:r>
      <w:r w:rsidR="00623C34">
        <w:rPr>
          <w:rFonts w:ascii="Arial" w:hAnsi="Arial" w:cs="Arial"/>
          <w:szCs w:val="18"/>
        </w:rPr>
        <w:t>2</w:t>
      </w:r>
    </w:p>
    <w:p w14:paraId="293B4EF2" w14:textId="41D57113" w:rsidR="006B35D3" w:rsidRDefault="00000000" w:rsidP="00597C58">
      <w:pPr>
        <w:spacing w:line="220" w:lineRule="atLeast"/>
        <w:rPr>
          <w:rStyle w:val="Hyperlink"/>
          <w:rFonts w:ascii="Arial" w:hAnsi="Arial" w:cs="Arial"/>
          <w:szCs w:val="18"/>
        </w:rPr>
      </w:pPr>
      <w:hyperlink r:id="rId13" w:history="1">
        <w:r w:rsidR="00597C58" w:rsidRPr="00A80DF3">
          <w:rPr>
            <w:rStyle w:val="Hyperlink"/>
            <w:rFonts w:ascii="Arial" w:hAnsi="Arial" w:cs="Arial"/>
            <w:szCs w:val="18"/>
          </w:rPr>
          <w:t>bda</w:t>
        </w:r>
        <w:r w:rsidR="0054064E" w:rsidRPr="00A80DF3">
          <w:rPr>
            <w:rStyle w:val="Hyperlink"/>
            <w:rFonts w:ascii="Arial" w:hAnsi="Arial" w:cs="Arial"/>
            <w:szCs w:val="18"/>
          </w:rPr>
          <w:t>berlin</w:t>
        </w:r>
        <w:r w:rsidR="00597C58" w:rsidRPr="00A80DF3">
          <w:rPr>
            <w:rStyle w:val="Hyperlink"/>
            <w:rFonts w:ascii="Arial" w:hAnsi="Arial" w:cs="Arial"/>
            <w:szCs w:val="18"/>
          </w:rPr>
          <w:t>@maipr.com</w:t>
        </w:r>
      </w:hyperlink>
    </w:p>
    <w:p w14:paraId="214F730E" w14:textId="1445C2CE" w:rsidR="007F1796" w:rsidRDefault="007F1796" w:rsidP="00597C58">
      <w:pPr>
        <w:spacing w:line="220" w:lineRule="atLeast"/>
        <w:rPr>
          <w:rFonts w:ascii="Arial" w:hAnsi="Arial" w:cs="Arial"/>
          <w:noProof/>
        </w:rPr>
      </w:pPr>
    </w:p>
    <w:p w14:paraId="76EFF5BA" w14:textId="77777777" w:rsidR="00F5138A" w:rsidRDefault="00F5138A" w:rsidP="00597C58">
      <w:pPr>
        <w:spacing w:line="220" w:lineRule="atLeast"/>
        <w:rPr>
          <w:rFonts w:ascii="Arial" w:hAnsi="Arial" w:cs="Arial"/>
          <w:noProof/>
        </w:rPr>
      </w:pPr>
    </w:p>
    <w:p w14:paraId="725E6B8A" w14:textId="77777777" w:rsidR="00F5138A" w:rsidRPr="00F5138A" w:rsidRDefault="00F5138A" w:rsidP="00F5138A">
      <w:pPr>
        <w:spacing w:line="220" w:lineRule="atLeast"/>
        <w:rPr>
          <w:rFonts w:ascii="Arial" w:hAnsi="Arial" w:cs="Arial"/>
          <w:b/>
          <w:bCs/>
          <w:szCs w:val="18"/>
        </w:rPr>
      </w:pPr>
      <w:r>
        <w:rPr>
          <w:rFonts w:ascii="Arial" w:hAnsi="Arial" w:cs="Arial"/>
          <w:szCs w:val="18"/>
        </w:rPr>
        <w:br/>
      </w:r>
      <w:r w:rsidRPr="00F5138A">
        <w:rPr>
          <w:rFonts w:ascii="Arial" w:hAnsi="Arial" w:cs="Arial"/>
          <w:b/>
          <w:bCs/>
          <w:szCs w:val="18"/>
        </w:rPr>
        <w:t>Wir danken für die freundliche Unterstützung:</w:t>
      </w:r>
    </w:p>
    <w:p w14:paraId="2B507E34" w14:textId="77777777" w:rsidR="00F5138A" w:rsidRDefault="00F5138A" w:rsidP="00F5138A">
      <w:pPr>
        <w:spacing w:line="220" w:lineRule="atLeast"/>
        <w:rPr>
          <w:rFonts w:ascii="Arial" w:hAnsi="Arial" w:cs="Arial"/>
          <w:szCs w:val="18"/>
        </w:rPr>
      </w:pPr>
    </w:p>
    <w:p w14:paraId="4A06481D" w14:textId="77777777" w:rsidR="00F5138A" w:rsidRDefault="00F5138A" w:rsidP="00F5138A">
      <w:pPr>
        <w:spacing w:line="220" w:lineRule="atLeas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6784A31C" wp14:editId="647C12CE">
            <wp:simplePos x="0" y="0"/>
            <wp:positionH relativeFrom="column">
              <wp:posOffset>-2197</wp:posOffset>
            </wp:positionH>
            <wp:positionV relativeFrom="paragraph">
              <wp:posOffset>163097</wp:posOffset>
            </wp:positionV>
            <wp:extent cx="1174652" cy="347731"/>
            <wp:effectExtent l="0" t="0" r="0" b="0"/>
            <wp:wrapNone/>
            <wp:docPr id="870062572" name="Grafik 8" descr="Ein Bild, das Text, Schrift, Design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062572" name="Grafik 8" descr="Ein Bild, das Text, Schrift, Design, Typografie enthält.&#10;&#10;Automatisch generierte Beschreibung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515" cy="3796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Medienpartner BDA PREIS BERLIN 2024</w:t>
      </w:r>
      <w:r>
        <w:rPr>
          <w:rFonts w:ascii="Arial" w:hAnsi="Arial" w:cs="Arial"/>
        </w:rPr>
        <w:br/>
      </w:r>
    </w:p>
    <w:p w14:paraId="7D33853D" w14:textId="5EA8E7D4" w:rsidR="00F5138A" w:rsidRDefault="00F5138A" w:rsidP="00F5138A">
      <w:pPr>
        <w:spacing w:line="220" w:lineRule="atLeas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4B89B8D8" wp14:editId="050D261E">
            <wp:simplePos x="0" y="0"/>
            <wp:positionH relativeFrom="column">
              <wp:posOffset>-170864</wp:posOffset>
            </wp:positionH>
            <wp:positionV relativeFrom="paragraph">
              <wp:posOffset>166370</wp:posOffset>
            </wp:positionV>
            <wp:extent cx="1477010" cy="1043940"/>
            <wp:effectExtent l="0" t="0" r="0" b="0"/>
            <wp:wrapTight wrapText="bothSides">
              <wp:wrapPolygon edited="0">
                <wp:start x="2043" y="8146"/>
                <wp:lineTo x="2043" y="13139"/>
                <wp:lineTo x="19316" y="13139"/>
                <wp:lineTo x="19873" y="10774"/>
                <wp:lineTo x="18015" y="10248"/>
                <wp:lineTo x="5386" y="8146"/>
                <wp:lineTo x="2043" y="8146"/>
              </wp:wrapPolygon>
            </wp:wrapTight>
            <wp:docPr id="1291082787" name="Grafik 10" descr="Ein Bild, das Schwarz, Screenshot, Dunkelheit, Schwarz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082787" name="Grafik 10" descr="Ein Bild, das Schwarz, Screenshot, Dunkelheit, Schwarzweiß enthält.&#10;&#10;Automatisch generierte Beschreibung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FF9880" w14:textId="52388DE8" w:rsidR="00F5138A" w:rsidRDefault="00F5138A" w:rsidP="00F5138A">
      <w:pPr>
        <w:spacing w:line="220" w:lineRule="atLeast"/>
        <w:rPr>
          <w:rFonts w:ascii="Arial" w:hAnsi="Arial" w:cs="Arial"/>
        </w:rPr>
      </w:pPr>
    </w:p>
    <w:p w14:paraId="7DF72D37" w14:textId="3A7E6A32" w:rsidR="00F5138A" w:rsidRDefault="00F5138A" w:rsidP="00F5138A">
      <w:pPr>
        <w:spacing w:line="220" w:lineRule="atLeast"/>
        <w:rPr>
          <w:rFonts w:ascii="Arial" w:hAnsi="Arial" w:cs="Arial"/>
        </w:rPr>
      </w:pPr>
    </w:p>
    <w:p w14:paraId="6B20E1D5" w14:textId="0C399B51" w:rsidR="00F5138A" w:rsidRPr="007F1796" w:rsidRDefault="00F5138A" w:rsidP="00F5138A">
      <w:pPr>
        <w:spacing w:line="220" w:lineRule="atLeast"/>
        <w:rPr>
          <w:rFonts w:ascii="Arial" w:hAnsi="Arial" w:cs="Arial"/>
          <w:noProof/>
        </w:rPr>
      </w:pPr>
      <w:r>
        <w:rPr>
          <w:rFonts w:ascii="Arial" w:hAnsi="Arial" w:cs="Arial"/>
        </w:rPr>
        <w:t>Partner des BDA Berlin</w:t>
      </w:r>
      <w:r>
        <w:rPr>
          <w:rFonts w:ascii="Arial" w:hAnsi="Arial" w:cs="Arial"/>
        </w:rPr>
        <w:br/>
      </w:r>
    </w:p>
    <w:p w14:paraId="60E14C9B" w14:textId="77777777" w:rsidR="00F5138A" w:rsidRDefault="00F5138A" w:rsidP="00597C58">
      <w:pPr>
        <w:spacing w:line="220" w:lineRule="atLeast"/>
        <w:rPr>
          <w:rFonts w:ascii="Arial" w:hAnsi="Arial" w:cs="Arial"/>
          <w:noProof/>
        </w:rPr>
      </w:pPr>
    </w:p>
    <w:p w14:paraId="20D04E74" w14:textId="77777777" w:rsidR="00F5138A" w:rsidRPr="007F1796" w:rsidRDefault="00F5138A" w:rsidP="00597C58">
      <w:pPr>
        <w:spacing w:line="220" w:lineRule="atLeast"/>
        <w:rPr>
          <w:rFonts w:ascii="Arial" w:hAnsi="Arial" w:cs="Arial"/>
          <w:noProof/>
        </w:rPr>
      </w:pPr>
    </w:p>
    <w:sectPr w:rsidR="00F5138A" w:rsidRPr="007F1796" w:rsidSect="009B0BD7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722" w:right="680" w:bottom="1259" w:left="3969" w:header="1928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8ED79" w14:textId="77777777" w:rsidR="00EF0BF5" w:rsidRPr="005C4716" w:rsidRDefault="00EF0BF5" w:rsidP="00FA5130">
      <w:r w:rsidRPr="005C4716">
        <w:separator/>
      </w:r>
    </w:p>
  </w:endnote>
  <w:endnote w:type="continuationSeparator" w:id="0">
    <w:p w14:paraId="13C81E24" w14:textId="77777777" w:rsidR="00EF0BF5" w:rsidRPr="005C4716" w:rsidRDefault="00EF0BF5" w:rsidP="00FA5130">
      <w:r w:rsidRPr="005C471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DA Circular Book">
    <w:altName w:val="Calibri"/>
    <w:panose1 w:val="020B0604020202020204"/>
    <w:charset w:val="4D"/>
    <w:family w:val="auto"/>
    <w:notTrueType/>
    <w:pitch w:val="variable"/>
    <w:sig w:usb0="A00000BF" w:usb1="5000E47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DA Circular Bold">
    <w:altName w:val="Calibri"/>
    <w:panose1 w:val="020B0604020202020204"/>
    <w:charset w:val="4D"/>
    <w:family w:val="auto"/>
    <w:notTrueType/>
    <w:pitch w:val="variable"/>
    <w:sig w:usb0="A00000BF" w:usb1="5000E47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8601730"/>
      <w:docPartObj>
        <w:docPartGallery w:val="Page Numbers (Bottom of Page)"/>
        <w:docPartUnique/>
      </w:docPartObj>
    </w:sdtPr>
    <w:sdtContent>
      <w:p w14:paraId="190E26D1" w14:textId="77777777" w:rsidR="001F6E80" w:rsidRPr="005C4716" w:rsidRDefault="001F6E80" w:rsidP="00FA5130">
        <w:r w:rsidRPr="005C4716">
          <w:fldChar w:fldCharType="begin"/>
        </w:r>
        <w:r w:rsidRPr="005C4716">
          <w:instrText xml:space="preserve"> PAGE </w:instrText>
        </w:r>
        <w:r w:rsidRPr="005C4716">
          <w:fldChar w:fldCharType="end"/>
        </w:r>
      </w:p>
    </w:sdtContent>
  </w:sdt>
  <w:p w14:paraId="4EF3E755" w14:textId="77777777" w:rsidR="001F6E80" w:rsidRPr="005C4716" w:rsidRDefault="001F6E80" w:rsidP="00FA513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B9AAA" w14:textId="77777777" w:rsidR="007C4A75" w:rsidRPr="005C4716" w:rsidRDefault="007C4A75" w:rsidP="004F0D1E">
    <w:pPr>
      <w:spacing w:line="240" w:lineRule="auto"/>
      <w:ind w:left="-2438"/>
    </w:pPr>
    <w:r w:rsidRPr="005C4716">
      <w:fldChar w:fldCharType="begin"/>
    </w:r>
    <w:r w:rsidRPr="005C4716">
      <w:instrText xml:space="preserve"> PAGE  \* MERGEFORMAT </w:instrText>
    </w:r>
    <w:r w:rsidRPr="005C4716">
      <w:fldChar w:fldCharType="separate"/>
    </w:r>
    <w:r>
      <w:t>1</w:t>
    </w:r>
    <w:r w:rsidRPr="005C4716">
      <w:fldChar w:fldCharType="end"/>
    </w:r>
    <w:r w:rsidRPr="005C4716">
      <w:t>/</w:t>
    </w:r>
    <w:fldSimple w:instr=" NUMPAGES  \* MERGEFORMAT ">
      <w:r>
        <w:t>3</w:t>
      </w:r>
    </w:fldSimple>
  </w:p>
  <w:p w14:paraId="5D492A9F" w14:textId="77777777" w:rsidR="007C4A75" w:rsidRPr="007C4A75" w:rsidRDefault="007C4A75" w:rsidP="004F0D1E">
    <w:pPr>
      <w:pStyle w:val="Fuzeile"/>
      <w:ind w:left="-24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7D2C5" w14:textId="77777777" w:rsidR="00A94AD2" w:rsidRPr="005C4716" w:rsidRDefault="00796E24" w:rsidP="004F0D1E">
    <w:pPr>
      <w:ind w:left="-2438"/>
    </w:pP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67EC507" wp14:editId="28597B21">
              <wp:simplePos x="0" y="0"/>
              <wp:positionH relativeFrom="page">
                <wp:posOffset>2517775</wp:posOffset>
              </wp:positionH>
              <wp:positionV relativeFrom="paragraph">
                <wp:posOffset>10795</wp:posOffset>
              </wp:positionV>
              <wp:extent cx="1465200" cy="3693600"/>
              <wp:effectExtent l="0" t="0" r="8255" b="254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5200" cy="369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BC2A26" w14:textId="77777777" w:rsidR="00796E24" w:rsidRPr="002A6028" w:rsidRDefault="00796E24" w:rsidP="00796E24">
                          <w:pPr>
                            <w:pStyle w:val="Absend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67EC507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left:0;text-align:left;margin-left:198.25pt;margin-top:.85pt;width:115.35pt;height:290.8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" filled="f" stroked="f" strokeweight=".5pt">
              <v:textbox inset="0,0,0,0">
                <w:txbxContent>
                  <w:p w14:paraId="55BC2A26" w14:textId="77777777" w:rsidR="00796E24" w:rsidRPr="002A6028" w:rsidRDefault="00796E24" w:rsidP="00796E24">
                    <w:pPr>
                      <w:pStyle w:val="Absender"/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A94AD2" w:rsidRPr="005C4716">
      <w:fldChar w:fldCharType="begin"/>
    </w:r>
    <w:r w:rsidR="00A94AD2" w:rsidRPr="005C4716">
      <w:instrText xml:space="preserve"> PAGE  \* MERGEFORMAT </w:instrText>
    </w:r>
    <w:r w:rsidR="00A94AD2" w:rsidRPr="005C4716">
      <w:fldChar w:fldCharType="separate"/>
    </w:r>
    <w:r w:rsidR="00A94AD2" w:rsidRPr="005C4716">
      <w:t>2</w:t>
    </w:r>
    <w:r w:rsidR="00A94AD2" w:rsidRPr="005C4716">
      <w:fldChar w:fldCharType="end"/>
    </w:r>
    <w:r w:rsidR="00A94AD2" w:rsidRPr="005C4716">
      <w:t>/</w:t>
    </w:r>
    <w:fldSimple w:instr=" NUMPAGES  \* MERGEFORMAT ">
      <w:r w:rsidR="00A94AD2" w:rsidRPr="005C4716">
        <w:t>2</w:t>
      </w:r>
    </w:fldSimple>
  </w:p>
  <w:p w14:paraId="607DA954" w14:textId="77777777" w:rsidR="00A94AD2" w:rsidRPr="005C4716" w:rsidRDefault="00A94AD2" w:rsidP="004F0D1E">
    <w:pPr>
      <w:ind w:left="-24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75417" w14:textId="77777777" w:rsidR="00EF0BF5" w:rsidRPr="005C4716" w:rsidRDefault="00EF0BF5" w:rsidP="00FA5130">
      <w:r w:rsidRPr="005C4716">
        <w:separator/>
      </w:r>
    </w:p>
  </w:footnote>
  <w:footnote w:type="continuationSeparator" w:id="0">
    <w:p w14:paraId="1FA11E37" w14:textId="77777777" w:rsidR="00EF0BF5" w:rsidRPr="005C4716" w:rsidRDefault="00EF0BF5" w:rsidP="00FA5130">
      <w:r w:rsidRPr="005C471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AA5E2" w14:textId="77777777" w:rsidR="007C4A75" w:rsidRPr="005C4716" w:rsidRDefault="004F0D1E" w:rsidP="00FA5130">
    <w:r w:rsidRPr="004F0D1E">
      <w:rPr>
        <w:noProof/>
      </w:rPr>
      <mc:AlternateContent>
        <mc:Choice Requires="wps">
          <w:drawing>
            <wp:anchor distT="0" distB="0" distL="114300" distR="114300" simplePos="0" relativeHeight="251667456" behindDoc="0" locked="1" layoutInCell="1" allowOverlap="0" wp14:anchorId="62667A6D" wp14:editId="10739D3D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208800" cy="0"/>
              <wp:effectExtent l="0" t="0" r="7620" b="12700"/>
              <wp:wrapNone/>
              <wp:docPr id="9" name="Gerade Verbindung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88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A04B613" id="Gerade Verbindung 9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16.45pt,42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" o:allowoverlap="f" strokecolor="black [3213]" strokeweight=".5pt">
              <v:stroke joinstyle="miter"/>
              <w10:wrap anchorx="page" anchory="page"/>
              <w10:anchorlock/>
            </v:line>
          </w:pict>
        </mc:Fallback>
      </mc:AlternateContent>
    </w:r>
    <w:r w:rsidRPr="004F0D1E">
      <w:rPr>
        <w:noProof/>
      </w:rPr>
      <mc:AlternateContent>
        <mc:Choice Requires="wps">
          <w:drawing>
            <wp:anchor distT="0" distB="0" distL="114300" distR="114300" simplePos="0" relativeHeight="251668480" behindDoc="0" locked="1" layoutInCell="1" allowOverlap="0" wp14:anchorId="3E63E761" wp14:editId="19B05340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208800" cy="0"/>
              <wp:effectExtent l="0" t="0" r="7620" b="1270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88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D6AE0EF" id="Gerade Verbindung 1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297.7pt" to="16.45pt,29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" o:allowoverlap="f" strokecolor="black [3213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3E64B5" w:rsidRPr="005C4716">
      <w:rPr>
        <w:noProof/>
      </w:rPr>
      <w:drawing>
        <wp:anchor distT="0" distB="0" distL="114300" distR="114300" simplePos="0" relativeHeight="251662336" behindDoc="1" locked="1" layoutInCell="1" allowOverlap="1" wp14:anchorId="1C767E04" wp14:editId="08CD2909">
          <wp:simplePos x="0" y="0"/>
          <wp:positionH relativeFrom="page">
            <wp:posOffset>0</wp:posOffset>
          </wp:positionH>
          <wp:positionV relativeFrom="page">
            <wp:posOffset>6350</wp:posOffset>
          </wp:positionV>
          <wp:extent cx="2521585" cy="848360"/>
          <wp:effectExtent l="0" t="0" r="571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1585" cy="848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3E5E" w14:textId="77777777" w:rsidR="00BB4ADD" w:rsidRPr="005C4716" w:rsidRDefault="00FE2BB8" w:rsidP="00FA5130"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41ABFFFB" wp14:editId="5CB561A3">
              <wp:simplePos x="0" y="0"/>
              <wp:positionH relativeFrom="page">
                <wp:posOffset>872565</wp:posOffset>
              </wp:positionH>
              <wp:positionV relativeFrom="page">
                <wp:posOffset>1729105</wp:posOffset>
              </wp:positionV>
              <wp:extent cx="1371600" cy="223200"/>
              <wp:effectExtent l="0" t="0" r="0" b="5715"/>
              <wp:wrapNone/>
              <wp:docPr id="7" name="Textfeld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22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D575D0" w14:textId="5317C962" w:rsidR="008B3D39" w:rsidRDefault="001A2C8F" w:rsidP="008B3D39">
                          <w:pPr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09</w:t>
                          </w:r>
                          <w:r w:rsidR="00CF1D69">
                            <w:rPr>
                              <w:noProof/>
                            </w:rPr>
                            <w:t>. September 2024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ABFFFB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style="position:absolute;margin-left:68.7pt;margin-top:136.15pt;width:108pt;height:17.5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" filled="f" stroked="f" strokeweight=".5pt">
              <v:textbox inset=".5mm,0,0,0">
                <w:txbxContent>
                  <w:p w14:paraId="0BD575D0" w14:textId="5317C962" w:rsidR="008B3D39" w:rsidRDefault="001A2C8F" w:rsidP="008B3D39">
                    <w:pPr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09</w:t>
                    </w:r>
                    <w:r w:rsidR="00CF1D69">
                      <w:rPr>
                        <w:noProof/>
                      </w:rPr>
                      <w:t>. September 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A6028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812F611" wp14:editId="1A76B2EF">
              <wp:simplePos x="0" y="0"/>
              <wp:positionH relativeFrom="column">
                <wp:posOffset>3131185</wp:posOffset>
              </wp:positionH>
              <wp:positionV relativeFrom="paragraph">
                <wp:posOffset>-1008380</wp:posOffset>
              </wp:positionV>
              <wp:extent cx="1701800" cy="3693795"/>
              <wp:effectExtent l="0" t="0" r="0" b="1905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01800" cy="3693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DECAA8" w14:textId="77777777" w:rsidR="00EB764F" w:rsidRDefault="00EB764F" w:rsidP="00EB764F">
                          <w:pPr>
                            <w:pStyle w:val="Absender"/>
                          </w:pPr>
                          <w:r w:rsidRPr="008B3D39">
                            <w:rPr>
                              <w:rStyle w:val="BDA"/>
                            </w:rPr>
                            <w:t>BDA</w:t>
                          </w:r>
                          <w:r>
                            <w:rPr>
                              <w:rStyle w:val="BDA"/>
                            </w:rPr>
                            <w:t xml:space="preserve"> </w:t>
                          </w:r>
                          <w:r>
                            <w:t>Berlin</w:t>
                          </w:r>
                        </w:p>
                        <w:p w14:paraId="29114428" w14:textId="77777777" w:rsidR="00EB764F" w:rsidRDefault="00EB764F" w:rsidP="00EB764F">
                          <w:pPr>
                            <w:pStyle w:val="Absender"/>
                          </w:pPr>
                        </w:p>
                        <w:p w14:paraId="1670840E" w14:textId="77777777" w:rsidR="00EB764F" w:rsidRDefault="00EB764F" w:rsidP="00EB764F">
                          <w:pPr>
                            <w:pStyle w:val="Absender"/>
                          </w:pPr>
                          <w:r>
                            <w:t>Mommsenstraße 64</w:t>
                          </w:r>
                        </w:p>
                        <w:p w14:paraId="7586D889" w14:textId="77777777" w:rsidR="00EB764F" w:rsidRDefault="00EB764F" w:rsidP="00EB764F">
                          <w:pPr>
                            <w:pStyle w:val="Absender"/>
                          </w:pPr>
                          <w:r>
                            <w:t>10629 Berlin</w:t>
                          </w:r>
                        </w:p>
                        <w:p w14:paraId="512DFC99" w14:textId="77777777" w:rsidR="00EB764F" w:rsidRDefault="00EB764F" w:rsidP="00EB764F">
                          <w:pPr>
                            <w:pStyle w:val="Absender"/>
                          </w:pPr>
                        </w:p>
                        <w:p w14:paraId="6C406B19" w14:textId="77777777" w:rsidR="00EB764F" w:rsidRPr="00597C58" w:rsidRDefault="00EB764F" w:rsidP="00EB764F">
                          <w:pPr>
                            <w:pStyle w:val="Absender"/>
                          </w:pPr>
                          <w:r w:rsidRPr="00597C58">
                            <w:t>Tel.: 030 8868320</w:t>
                          </w:r>
                          <w:r w:rsidR="00D25E1A" w:rsidRPr="00597C58">
                            <w:t>6</w:t>
                          </w:r>
                        </w:p>
                        <w:p w14:paraId="7E597F09" w14:textId="77777777" w:rsidR="00EB764F" w:rsidRPr="0057753D" w:rsidRDefault="00EB764F" w:rsidP="00EB764F">
                          <w:pPr>
                            <w:pStyle w:val="Absender"/>
                            <w:rPr>
                              <w:lang w:val="en-US"/>
                            </w:rPr>
                          </w:pPr>
                          <w:r w:rsidRPr="0057753D">
                            <w:rPr>
                              <w:lang w:val="en-US"/>
                            </w:rPr>
                            <w:t>Fax: 030 88683216</w:t>
                          </w:r>
                        </w:p>
                        <w:p w14:paraId="4A6B7E45" w14:textId="77777777" w:rsidR="00EB764F" w:rsidRPr="0057753D" w:rsidRDefault="00EB764F" w:rsidP="00EB764F">
                          <w:pPr>
                            <w:pStyle w:val="Absender"/>
                            <w:rPr>
                              <w:lang w:val="en-US"/>
                            </w:rPr>
                          </w:pPr>
                        </w:p>
                        <w:p w14:paraId="18D7FC9A" w14:textId="77777777" w:rsidR="00EB764F" w:rsidRPr="0057753D" w:rsidRDefault="00EB764F" w:rsidP="00EB764F">
                          <w:pPr>
                            <w:pStyle w:val="Absender"/>
                            <w:rPr>
                              <w:lang w:val="en-US"/>
                            </w:rPr>
                          </w:pPr>
                          <w:r w:rsidRPr="0057753D">
                            <w:rPr>
                              <w:lang w:val="en-US"/>
                            </w:rPr>
                            <w:t>info@bda-berlin.de</w:t>
                          </w:r>
                        </w:p>
                        <w:p w14:paraId="31026A20" w14:textId="77777777" w:rsidR="00EB764F" w:rsidRPr="0057753D" w:rsidRDefault="00EB764F" w:rsidP="00EB764F">
                          <w:pPr>
                            <w:pStyle w:val="Absender"/>
                            <w:rPr>
                              <w:lang w:val="en-US"/>
                            </w:rPr>
                          </w:pPr>
                          <w:r w:rsidRPr="0057753D">
                            <w:rPr>
                              <w:lang w:val="en-US"/>
                            </w:rPr>
                            <w:t>www.bda-berlin.de</w:t>
                          </w:r>
                        </w:p>
                        <w:p w14:paraId="44AE20B8" w14:textId="77777777" w:rsidR="008B3D39" w:rsidRPr="00EB764F" w:rsidRDefault="008B3D39" w:rsidP="008B3D39">
                          <w:pPr>
                            <w:pStyle w:val="Absend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4812F611" id="Textfeld 2" o:spid="_x0000_s1027" type="#_x0000_t202" style="position:absolute;margin-left:246.55pt;margin-top:-79.4pt;width:134pt;height:29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" filled="f" stroked="f" strokeweight=".5pt">
              <v:textbox inset="0,0,0,0">
                <w:txbxContent>
                  <w:p w14:paraId="27DECAA8" w14:textId="77777777" w:rsidR="00EB764F" w:rsidRDefault="00EB764F" w:rsidP="00EB764F">
                    <w:pPr>
                      <w:pStyle w:val="Absender"/>
                    </w:pPr>
                    <w:r w:rsidRPr="008B3D39">
                      <w:rPr>
                        <w:rStyle w:val="BDA"/>
                      </w:rPr>
                      <w:t>BDA</w:t>
                    </w:r>
                    <w:r>
                      <w:rPr>
                        <w:rStyle w:val="BDA"/>
                      </w:rPr>
                      <w:t xml:space="preserve"> </w:t>
                    </w:r>
                    <w:r>
                      <w:t>Berlin</w:t>
                    </w:r>
                  </w:p>
                  <w:p w14:paraId="29114428" w14:textId="77777777" w:rsidR="00EB764F" w:rsidRDefault="00EB764F" w:rsidP="00EB764F">
                    <w:pPr>
                      <w:pStyle w:val="Absender"/>
                    </w:pPr>
                  </w:p>
                  <w:p w14:paraId="1670840E" w14:textId="77777777" w:rsidR="00EB764F" w:rsidRDefault="00EB764F" w:rsidP="00EB764F">
                    <w:pPr>
                      <w:pStyle w:val="Absender"/>
                    </w:pPr>
                    <w:r>
                      <w:t>Mommsenstraße 64</w:t>
                    </w:r>
                  </w:p>
                  <w:p w14:paraId="7586D889" w14:textId="77777777" w:rsidR="00EB764F" w:rsidRDefault="00EB764F" w:rsidP="00EB764F">
                    <w:pPr>
                      <w:pStyle w:val="Absender"/>
                    </w:pPr>
                    <w:r>
                      <w:t>10629 Berlin</w:t>
                    </w:r>
                  </w:p>
                  <w:p w14:paraId="512DFC99" w14:textId="77777777" w:rsidR="00EB764F" w:rsidRDefault="00EB764F" w:rsidP="00EB764F">
                    <w:pPr>
                      <w:pStyle w:val="Absender"/>
                    </w:pPr>
                  </w:p>
                  <w:p w14:paraId="6C406B19" w14:textId="77777777" w:rsidR="00EB764F" w:rsidRPr="00597C58" w:rsidRDefault="00EB764F" w:rsidP="00EB764F">
                    <w:pPr>
                      <w:pStyle w:val="Absender"/>
                    </w:pPr>
                    <w:r w:rsidRPr="00597C58">
                      <w:t>Tel.: 030 8868320</w:t>
                    </w:r>
                    <w:r w:rsidR="00D25E1A" w:rsidRPr="00597C58">
                      <w:t>6</w:t>
                    </w:r>
                  </w:p>
                  <w:p w14:paraId="7E597F09" w14:textId="77777777" w:rsidR="00EB764F" w:rsidRPr="0057753D" w:rsidRDefault="00EB764F" w:rsidP="00EB764F">
                    <w:pPr>
                      <w:pStyle w:val="Absender"/>
                      <w:rPr>
                        <w:lang w:val="en-US"/>
                      </w:rPr>
                    </w:pPr>
                    <w:r w:rsidRPr="0057753D">
                      <w:rPr>
                        <w:lang w:val="en-US"/>
                      </w:rPr>
                      <w:t>Fax: 030 88683216</w:t>
                    </w:r>
                  </w:p>
                  <w:p w14:paraId="4A6B7E45" w14:textId="77777777" w:rsidR="00EB764F" w:rsidRPr="0057753D" w:rsidRDefault="00EB764F" w:rsidP="00EB764F">
                    <w:pPr>
                      <w:pStyle w:val="Absender"/>
                      <w:rPr>
                        <w:lang w:val="en-US"/>
                      </w:rPr>
                    </w:pPr>
                  </w:p>
                  <w:p w14:paraId="18D7FC9A" w14:textId="77777777" w:rsidR="00EB764F" w:rsidRPr="0057753D" w:rsidRDefault="00EB764F" w:rsidP="00EB764F">
                    <w:pPr>
                      <w:pStyle w:val="Absender"/>
                      <w:rPr>
                        <w:lang w:val="en-US"/>
                      </w:rPr>
                    </w:pPr>
                    <w:r w:rsidRPr="0057753D">
                      <w:rPr>
                        <w:lang w:val="en-US"/>
                      </w:rPr>
                      <w:t>info@bda-berlin.de</w:t>
                    </w:r>
                  </w:p>
                  <w:p w14:paraId="31026A20" w14:textId="77777777" w:rsidR="00EB764F" w:rsidRPr="0057753D" w:rsidRDefault="00EB764F" w:rsidP="00EB764F">
                    <w:pPr>
                      <w:pStyle w:val="Absender"/>
                      <w:rPr>
                        <w:lang w:val="en-US"/>
                      </w:rPr>
                    </w:pPr>
                    <w:r w:rsidRPr="0057753D">
                      <w:rPr>
                        <w:lang w:val="en-US"/>
                      </w:rPr>
                      <w:t>www.bda-berlin.de</w:t>
                    </w:r>
                  </w:p>
                  <w:p w14:paraId="44AE20B8" w14:textId="77777777" w:rsidR="008B3D39" w:rsidRPr="00EB764F" w:rsidRDefault="008B3D39" w:rsidP="008B3D39">
                    <w:pPr>
                      <w:pStyle w:val="Absender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4F0D1E" w:rsidRPr="004F0D1E">
      <w:rPr>
        <w:noProof/>
      </w:rPr>
      <mc:AlternateContent>
        <mc:Choice Requires="wps">
          <w:drawing>
            <wp:anchor distT="0" distB="0" distL="114300" distR="114300" simplePos="0" relativeHeight="251664384" behindDoc="0" locked="1" layoutInCell="1" allowOverlap="0" wp14:anchorId="56BB3C9C" wp14:editId="681118F1">
              <wp:simplePos x="0" y="0"/>
              <wp:positionH relativeFrom="page">
                <wp:posOffset>1905</wp:posOffset>
              </wp:positionH>
              <wp:positionV relativeFrom="page">
                <wp:posOffset>5343525</wp:posOffset>
              </wp:positionV>
              <wp:extent cx="208280" cy="0"/>
              <wp:effectExtent l="0" t="0" r="7620" b="12700"/>
              <wp:wrapNone/>
              <wp:docPr id="11" name="Gerade Verbindung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82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F1E033F" id="Gerade Verbindung 11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.15pt,420.75pt" to="16.55pt,420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" o:allowoverlap="f" strokecolor="black [3213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4F0D1E" w:rsidRPr="004F0D1E">
      <w:rPr>
        <w:noProof/>
      </w:rPr>
      <mc:AlternateContent>
        <mc:Choice Requires="wps">
          <w:drawing>
            <wp:anchor distT="0" distB="0" distL="114300" distR="114300" simplePos="0" relativeHeight="251665408" behindDoc="0" locked="1" layoutInCell="1" allowOverlap="0" wp14:anchorId="72F6C172" wp14:editId="7F6821D4">
              <wp:simplePos x="0" y="0"/>
              <wp:positionH relativeFrom="page">
                <wp:posOffset>1905</wp:posOffset>
              </wp:positionH>
              <wp:positionV relativeFrom="page">
                <wp:posOffset>3777615</wp:posOffset>
              </wp:positionV>
              <wp:extent cx="208280" cy="0"/>
              <wp:effectExtent l="0" t="0" r="7620" b="12700"/>
              <wp:wrapNone/>
              <wp:docPr id="12" name="Gerade Verbindung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82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78A9B2B" id="Gerade Verbindung 1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.15pt,297.45pt" to="16.55pt,297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" o:allowoverlap="f" strokecolor="black [3213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214EA2" w:rsidRPr="005C4716">
      <w:rPr>
        <w:noProof/>
      </w:rPr>
      <w:drawing>
        <wp:anchor distT="0" distB="0" distL="114300" distR="114300" simplePos="0" relativeHeight="251658240" behindDoc="1" locked="1" layoutInCell="1" allowOverlap="1" wp14:anchorId="58E6C61D" wp14:editId="284B2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19680" cy="84836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9680" cy="848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3D39"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D8E03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088D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9DAB0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BC37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60C2B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F078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0B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1A49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5B4F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E21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47CA6"/>
    <w:multiLevelType w:val="hybridMultilevel"/>
    <w:tmpl w:val="103C4F6C"/>
    <w:lvl w:ilvl="0" w:tplc="61BE4B16">
      <w:start w:val="1"/>
      <w:numFmt w:val="decimal"/>
      <w:pStyle w:val="Listenabsatz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26883"/>
    <w:multiLevelType w:val="multilevel"/>
    <w:tmpl w:val="73AC01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745DB"/>
    <w:multiLevelType w:val="multilevel"/>
    <w:tmpl w:val="2E8AAE00"/>
    <w:lvl w:ilvl="0">
      <w:start w:val="1"/>
      <w:numFmt w:val="bullet"/>
      <w:lvlText w:val=""/>
      <w:lvlJc w:val="left"/>
      <w:pPr>
        <w:ind w:left="720" w:hanging="363"/>
      </w:pPr>
      <w:rPr>
        <w:rFonts w:ascii="BDA Circular Book" w:hAnsi="BDA Circular Book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212E0"/>
    <w:multiLevelType w:val="hybridMultilevel"/>
    <w:tmpl w:val="1A98B912"/>
    <w:lvl w:ilvl="0" w:tplc="27241ABC">
      <w:start w:val="1"/>
      <w:numFmt w:val="bullet"/>
      <w:pStyle w:val="Spiegelstriche"/>
      <w:lvlText w:val="—"/>
      <w:lvlJc w:val="left"/>
      <w:pPr>
        <w:ind w:left="717" w:hanging="360"/>
      </w:pPr>
      <w:rPr>
        <w:rFonts w:ascii="BDA Circular Book" w:hAnsi="BDA Circular Book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4093C"/>
    <w:multiLevelType w:val="multilevel"/>
    <w:tmpl w:val="A04C35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1F2D29"/>
    <w:multiLevelType w:val="hybridMultilevel"/>
    <w:tmpl w:val="84A2B7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78095">
    <w:abstractNumId w:val="0"/>
  </w:num>
  <w:num w:numId="2" w16cid:durableId="602541100">
    <w:abstractNumId w:val="1"/>
  </w:num>
  <w:num w:numId="3" w16cid:durableId="1330789136">
    <w:abstractNumId w:val="2"/>
  </w:num>
  <w:num w:numId="4" w16cid:durableId="746413">
    <w:abstractNumId w:val="3"/>
  </w:num>
  <w:num w:numId="5" w16cid:durableId="218782106">
    <w:abstractNumId w:val="8"/>
  </w:num>
  <w:num w:numId="6" w16cid:durableId="39133920">
    <w:abstractNumId w:val="4"/>
  </w:num>
  <w:num w:numId="7" w16cid:durableId="246117241">
    <w:abstractNumId w:val="5"/>
  </w:num>
  <w:num w:numId="8" w16cid:durableId="1885949446">
    <w:abstractNumId w:val="6"/>
  </w:num>
  <w:num w:numId="9" w16cid:durableId="465588193">
    <w:abstractNumId w:val="7"/>
  </w:num>
  <w:num w:numId="10" w16cid:durableId="1624144332">
    <w:abstractNumId w:val="9"/>
  </w:num>
  <w:num w:numId="11" w16cid:durableId="1396851904">
    <w:abstractNumId w:val="15"/>
  </w:num>
  <w:num w:numId="12" w16cid:durableId="1862279881">
    <w:abstractNumId w:val="13"/>
  </w:num>
  <w:num w:numId="13" w16cid:durableId="116923172">
    <w:abstractNumId w:val="14"/>
  </w:num>
  <w:num w:numId="14" w16cid:durableId="152376686">
    <w:abstractNumId w:val="12"/>
  </w:num>
  <w:num w:numId="15" w16cid:durableId="1381176169">
    <w:abstractNumId w:val="10"/>
  </w:num>
  <w:num w:numId="16" w16cid:durableId="1428889760">
    <w:abstractNumId w:val="11"/>
  </w:num>
  <w:num w:numId="17" w16cid:durableId="975456353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drawingGridHorizontalSpacing w:val="164"/>
  <w:drawingGridVerticalSpacing w:val="16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C58"/>
    <w:rsid w:val="000079EA"/>
    <w:rsid w:val="00017DC0"/>
    <w:rsid w:val="000200C9"/>
    <w:rsid w:val="00021038"/>
    <w:rsid w:val="000322DB"/>
    <w:rsid w:val="000466F9"/>
    <w:rsid w:val="00054BE1"/>
    <w:rsid w:val="00064D13"/>
    <w:rsid w:val="00073AF0"/>
    <w:rsid w:val="000A04D8"/>
    <w:rsid w:val="000B1B74"/>
    <w:rsid w:val="000B6DBF"/>
    <w:rsid w:val="000C310A"/>
    <w:rsid w:val="000D26BF"/>
    <w:rsid w:val="000E48D1"/>
    <w:rsid w:val="001009AE"/>
    <w:rsid w:val="00117DB7"/>
    <w:rsid w:val="00126D43"/>
    <w:rsid w:val="00135F84"/>
    <w:rsid w:val="00144C9D"/>
    <w:rsid w:val="00170E59"/>
    <w:rsid w:val="00183EB4"/>
    <w:rsid w:val="00192E54"/>
    <w:rsid w:val="00194CFA"/>
    <w:rsid w:val="001A2C8F"/>
    <w:rsid w:val="001A48A9"/>
    <w:rsid w:val="001D5AB2"/>
    <w:rsid w:val="001E0C3A"/>
    <w:rsid w:val="001F69F9"/>
    <w:rsid w:val="001F6E80"/>
    <w:rsid w:val="002037DB"/>
    <w:rsid w:val="0021022B"/>
    <w:rsid w:val="00214EA2"/>
    <w:rsid w:val="00237567"/>
    <w:rsid w:val="00247A2F"/>
    <w:rsid w:val="00247AEF"/>
    <w:rsid w:val="00264D8E"/>
    <w:rsid w:val="00271760"/>
    <w:rsid w:val="002746D8"/>
    <w:rsid w:val="002966CB"/>
    <w:rsid w:val="002A0A0C"/>
    <w:rsid w:val="002A6028"/>
    <w:rsid w:val="002A7FA1"/>
    <w:rsid w:val="002B277F"/>
    <w:rsid w:val="002C5FD7"/>
    <w:rsid w:val="002E567B"/>
    <w:rsid w:val="00302A04"/>
    <w:rsid w:val="00307459"/>
    <w:rsid w:val="0031410D"/>
    <w:rsid w:val="00317E9D"/>
    <w:rsid w:val="00347221"/>
    <w:rsid w:val="003529FB"/>
    <w:rsid w:val="003621F6"/>
    <w:rsid w:val="00371286"/>
    <w:rsid w:val="0038040B"/>
    <w:rsid w:val="003811CB"/>
    <w:rsid w:val="00381E87"/>
    <w:rsid w:val="00381ED8"/>
    <w:rsid w:val="0038361D"/>
    <w:rsid w:val="0038367F"/>
    <w:rsid w:val="00387ABC"/>
    <w:rsid w:val="00392E6D"/>
    <w:rsid w:val="0039675D"/>
    <w:rsid w:val="003B68B0"/>
    <w:rsid w:val="003D417B"/>
    <w:rsid w:val="003D477A"/>
    <w:rsid w:val="003E149C"/>
    <w:rsid w:val="003E64B5"/>
    <w:rsid w:val="003F1CD9"/>
    <w:rsid w:val="003F3923"/>
    <w:rsid w:val="003F3EC8"/>
    <w:rsid w:val="003F428F"/>
    <w:rsid w:val="004024B4"/>
    <w:rsid w:val="00413FB7"/>
    <w:rsid w:val="00422EE0"/>
    <w:rsid w:val="0042309E"/>
    <w:rsid w:val="00434F9C"/>
    <w:rsid w:val="00455342"/>
    <w:rsid w:val="00457F4D"/>
    <w:rsid w:val="004A1D10"/>
    <w:rsid w:val="004A5B24"/>
    <w:rsid w:val="004A6F5E"/>
    <w:rsid w:val="004B6696"/>
    <w:rsid w:val="004C3420"/>
    <w:rsid w:val="004E5195"/>
    <w:rsid w:val="004E746E"/>
    <w:rsid w:val="004F0D1E"/>
    <w:rsid w:val="00502C2C"/>
    <w:rsid w:val="00504B32"/>
    <w:rsid w:val="005113E9"/>
    <w:rsid w:val="00521AFD"/>
    <w:rsid w:val="0054064E"/>
    <w:rsid w:val="00542606"/>
    <w:rsid w:val="00547412"/>
    <w:rsid w:val="00557796"/>
    <w:rsid w:val="00563D6B"/>
    <w:rsid w:val="00564E3F"/>
    <w:rsid w:val="00566A23"/>
    <w:rsid w:val="00581160"/>
    <w:rsid w:val="00597C58"/>
    <w:rsid w:val="00597F79"/>
    <w:rsid w:val="005A4559"/>
    <w:rsid w:val="005C4716"/>
    <w:rsid w:val="005D0818"/>
    <w:rsid w:val="005D452D"/>
    <w:rsid w:val="005D4844"/>
    <w:rsid w:val="005E12B3"/>
    <w:rsid w:val="005F018D"/>
    <w:rsid w:val="005F531B"/>
    <w:rsid w:val="005F647D"/>
    <w:rsid w:val="006031D6"/>
    <w:rsid w:val="006077EE"/>
    <w:rsid w:val="006100E6"/>
    <w:rsid w:val="00612880"/>
    <w:rsid w:val="00623C34"/>
    <w:rsid w:val="0064557D"/>
    <w:rsid w:val="006458D1"/>
    <w:rsid w:val="006511F6"/>
    <w:rsid w:val="006530E0"/>
    <w:rsid w:val="00682D5E"/>
    <w:rsid w:val="006A0B32"/>
    <w:rsid w:val="006A6471"/>
    <w:rsid w:val="006B26F2"/>
    <w:rsid w:val="006B3403"/>
    <w:rsid w:val="006B35D3"/>
    <w:rsid w:val="006B40D0"/>
    <w:rsid w:val="006C0C3F"/>
    <w:rsid w:val="006C3AAA"/>
    <w:rsid w:val="006C48EB"/>
    <w:rsid w:val="006C6805"/>
    <w:rsid w:val="006C759B"/>
    <w:rsid w:val="006D7FE7"/>
    <w:rsid w:val="006F6DFD"/>
    <w:rsid w:val="00700417"/>
    <w:rsid w:val="0070133F"/>
    <w:rsid w:val="00711CB5"/>
    <w:rsid w:val="00716D85"/>
    <w:rsid w:val="00737E05"/>
    <w:rsid w:val="007560D7"/>
    <w:rsid w:val="00787CC6"/>
    <w:rsid w:val="0079095D"/>
    <w:rsid w:val="00791A33"/>
    <w:rsid w:val="0079466C"/>
    <w:rsid w:val="00796E24"/>
    <w:rsid w:val="007A6E6C"/>
    <w:rsid w:val="007A75A7"/>
    <w:rsid w:val="007C4A75"/>
    <w:rsid w:val="007C53F1"/>
    <w:rsid w:val="007F1796"/>
    <w:rsid w:val="00800203"/>
    <w:rsid w:val="0080254A"/>
    <w:rsid w:val="00810903"/>
    <w:rsid w:val="00811A26"/>
    <w:rsid w:val="008202F1"/>
    <w:rsid w:val="008203AC"/>
    <w:rsid w:val="00822751"/>
    <w:rsid w:val="00824353"/>
    <w:rsid w:val="008354E9"/>
    <w:rsid w:val="00853CCD"/>
    <w:rsid w:val="00864AE6"/>
    <w:rsid w:val="00876A1F"/>
    <w:rsid w:val="00891150"/>
    <w:rsid w:val="008A46CF"/>
    <w:rsid w:val="008A71BC"/>
    <w:rsid w:val="008A7D6D"/>
    <w:rsid w:val="008B3D39"/>
    <w:rsid w:val="008D2292"/>
    <w:rsid w:val="008E37FE"/>
    <w:rsid w:val="008F5BDA"/>
    <w:rsid w:val="00902982"/>
    <w:rsid w:val="0095195C"/>
    <w:rsid w:val="009519BF"/>
    <w:rsid w:val="00964D74"/>
    <w:rsid w:val="0096504D"/>
    <w:rsid w:val="00981239"/>
    <w:rsid w:val="00982970"/>
    <w:rsid w:val="00995F8E"/>
    <w:rsid w:val="009A20CA"/>
    <w:rsid w:val="009B0BD7"/>
    <w:rsid w:val="009D5687"/>
    <w:rsid w:val="009D6987"/>
    <w:rsid w:val="009E573D"/>
    <w:rsid w:val="00A27682"/>
    <w:rsid w:val="00A42DE6"/>
    <w:rsid w:val="00A43731"/>
    <w:rsid w:val="00A64CD0"/>
    <w:rsid w:val="00A80678"/>
    <w:rsid w:val="00A80DF3"/>
    <w:rsid w:val="00A946F8"/>
    <w:rsid w:val="00A94AD2"/>
    <w:rsid w:val="00AA4EE2"/>
    <w:rsid w:val="00AB788B"/>
    <w:rsid w:val="00AC4043"/>
    <w:rsid w:val="00AC48D8"/>
    <w:rsid w:val="00B16262"/>
    <w:rsid w:val="00B24D17"/>
    <w:rsid w:val="00B3162E"/>
    <w:rsid w:val="00B4095B"/>
    <w:rsid w:val="00B4532C"/>
    <w:rsid w:val="00B47958"/>
    <w:rsid w:val="00B628B2"/>
    <w:rsid w:val="00B670B7"/>
    <w:rsid w:val="00B723D1"/>
    <w:rsid w:val="00B83149"/>
    <w:rsid w:val="00B84FA6"/>
    <w:rsid w:val="00BB33E7"/>
    <w:rsid w:val="00BB4ADD"/>
    <w:rsid w:val="00BC3894"/>
    <w:rsid w:val="00BC7A47"/>
    <w:rsid w:val="00BD431B"/>
    <w:rsid w:val="00BE18A6"/>
    <w:rsid w:val="00BE4A18"/>
    <w:rsid w:val="00BE6815"/>
    <w:rsid w:val="00BF0D2D"/>
    <w:rsid w:val="00C004B2"/>
    <w:rsid w:val="00C00E31"/>
    <w:rsid w:val="00C021D7"/>
    <w:rsid w:val="00C10E36"/>
    <w:rsid w:val="00C14606"/>
    <w:rsid w:val="00C220A4"/>
    <w:rsid w:val="00C27644"/>
    <w:rsid w:val="00C41B9A"/>
    <w:rsid w:val="00C5051A"/>
    <w:rsid w:val="00C5277A"/>
    <w:rsid w:val="00C5682A"/>
    <w:rsid w:val="00C67CE3"/>
    <w:rsid w:val="00C8319A"/>
    <w:rsid w:val="00CB6530"/>
    <w:rsid w:val="00CD2667"/>
    <w:rsid w:val="00CD3473"/>
    <w:rsid w:val="00CD640F"/>
    <w:rsid w:val="00CE44C1"/>
    <w:rsid w:val="00CF1D69"/>
    <w:rsid w:val="00D043F5"/>
    <w:rsid w:val="00D15D0A"/>
    <w:rsid w:val="00D21433"/>
    <w:rsid w:val="00D25E1A"/>
    <w:rsid w:val="00D40CEF"/>
    <w:rsid w:val="00D457E6"/>
    <w:rsid w:val="00D52E7A"/>
    <w:rsid w:val="00D6134C"/>
    <w:rsid w:val="00D85A26"/>
    <w:rsid w:val="00D91AB9"/>
    <w:rsid w:val="00D95D1F"/>
    <w:rsid w:val="00D967EF"/>
    <w:rsid w:val="00DB2E0D"/>
    <w:rsid w:val="00DC4E77"/>
    <w:rsid w:val="00DD3B92"/>
    <w:rsid w:val="00DF724D"/>
    <w:rsid w:val="00E10AAF"/>
    <w:rsid w:val="00E1337C"/>
    <w:rsid w:val="00E372A9"/>
    <w:rsid w:val="00E53CBF"/>
    <w:rsid w:val="00E62C9C"/>
    <w:rsid w:val="00E81408"/>
    <w:rsid w:val="00E84884"/>
    <w:rsid w:val="00EA3D72"/>
    <w:rsid w:val="00EB38DB"/>
    <w:rsid w:val="00EB764F"/>
    <w:rsid w:val="00ED1A96"/>
    <w:rsid w:val="00ED34AF"/>
    <w:rsid w:val="00EF063D"/>
    <w:rsid w:val="00EF0BF5"/>
    <w:rsid w:val="00F2243E"/>
    <w:rsid w:val="00F378A8"/>
    <w:rsid w:val="00F42FFB"/>
    <w:rsid w:val="00F50702"/>
    <w:rsid w:val="00F50F45"/>
    <w:rsid w:val="00F5138A"/>
    <w:rsid w:val="00F75E70"/>
    <w:rsid w:val="00F85C34"/>
    <w:rsid w:val="00FA4077"/>
    <w:rsid w:val="00FA5130"/>
    <w:rsid w:val="00FB0A8B"/>
    <w:rsid w:val="00FB70F5"/>
    <w:rsid w:val="00FC1368"/>
    <w:rsid w:val="00FC5AA7"/>
    <w:rsid w:val="00FD3C72"/>
    <w:rsid w:val="00FD4BFA"/>
    <w:rsid w:val="00FE2BB8"/>
    <w:rsid w:val="00FF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D04F7"/>
  <w15:chartTrackingRefBased/>
  <w15:docId w15:val="{3977A1EC-3DB9-5C44-A6D1-7205417B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A5130"/>
    <w:pPr>
      <w:spacing w:line="220" w:lineRule="exact"/>
    </w:pPr>
    <w:rPr>
      <w:rFonts w:ascii="BDA Circular Book" w:hAnsi="BDA Circular Book" w:cs="BDA Circular Bold"/>
      <w:color w:val="000000" w:themeColor="text1"/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rsid w:val="00F42FFB"/>
    <w:pPr>
      <w:keepNext/>
      <w:keepLines/>
      <w:spacing w:line="240" w:lineRule="auto"/>
      <w:outlineLvl w:val="0"/>
    </w:pPr>
    <w:rPr>
      <w:rFonts w:eastAsia="Times New Roman" w:cs="Times New Roman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F42FFB"/>
    <w:pPr>
      <w:keepNext/>
      <w:keepLines/>
      <w:spacing w:before="40"/>
      <w:outlineLvl w:val="1"/>
    </w:pPr>
    <w:rPr>
      <w:rFonts w:ascii="BDA Circular Bold" w:eastAsia="Times New Roman" w:hAnsi="BDA Circular Bold" w:cs="Times New Roman"/>
      <w:b/>
      <w:caps/>
      <w:spacing w:val="1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F42FFB"/>
    <w:pPr>
      <w:keepNext/>
      <w:keepLines/>
      <w:outlineLvl w:val="2"/>
    </w:pPr>
    <w:rPr>
      <w:rFonts w:eastAsia="Times New Roman" w:cs="Times New Roman"/>
      <w:caps/>
      <w:spacing w:val="1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F42FFB"/>
    <w:rPr>
      <w:rFonts w:ascii="BDA Circular Bold" w:eastAsia="Times New Roman" w:hAnsi="BDA Circular Bold" w:cs="Times New Roman"/>
      <w:b/>
      <w:caps/>
      <w:color w:val="000000" w:themeColor="text1"/>
      <w:spacing w:val="10"/>
      <w:sz w:val="18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2FFB"/>
    <w:rPr>
      <w:rFonts w:ascii="BDA Circular Book" w:eastAsia="Times New Roman" w:hAnsi="BDA Circular Book" w:cs="Times New Roman"/>
      <w:color w:val="000000" w:themeColor="text1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42FFB"/>
    <w:rPr>
      <w:rFonts w:ascii="BDA Circular Book" w:eastAsia="Times New Roman" w:hAnsi="BDA Circular Book" w:cs="Times New Roman"/>
      <w:caps/>
      <w:color w:val="000000" w:themeColor="text1"/>
      <w:spacing w:val="10"/>
      <w:sz w:val="18"/>
    </w:rPr>
  </w:style>
  <w:style w:type="paragraph" w:customStyle="1" w:styleId="Absender">
    <w:name w:val="Absender"/>
    <w:basedOn w:val="Standard"/>
    <w:qFormat/>
    <w:rsid w:val="00A94AD2"/>
    <w:pPr>
      <w:tabs>
        <w:tab w:val="left" w:pos="567"/>
      </w:tabs>
      <w:spacing w:line="180" w:lineRule="exact"/>
    </w:pPr>
    <w:rPr>
      <w:sz w:val="15"/>
      <w:szCs w:val="15"/>
    </w:rPr>
  </w:style>
  <w:style w:type="character" w:customStyle="1" w:styleId="BDA">
    <w:name w:val="BDA"/>
    <w:uiPriority w:val="1"/>
    <w:qFormat/>
    <w:rsid w:val="00A94AD2"/>
    <w:rPr>
      <w:rFonts w:ascii="BDA Circular Bold" w:hAnsi="BDA Circular Bold" w:cs="BDA Circular Bold"/>
      <w:b/>
      <w:bCs/>
      <w:spacing w:val="40"/>
    </w:rPr>
  </w:style>
  <w:style w:type="paragraph" w:customStyle="1" w:styleId="BETREFF">
    <w:name w:val="BETREFF"/>
    <w:basedOn w:val="Standard"/>
    <w:next w:val="Standard"/>
    <w:qFormat/>
    <w:rsid w:val="00AB788B"/>
    <w:rPr>
      <w:rFonts w:ascii="BDA Circular Bold" w:hAnsi="BDA Circular Bold"/>
      <w:b/>
      <w:bCs/>
      <w:caps/>
      <w:spacing w:val="10"/>
    </w:rPr>
  </w:style>
  <w:style w:type="paragraph" w:styleId="Kopfzeile">
    <w:name w:val="header"/>
    <w:basedOn w:val="Standard"/>
    <w:link w:val="KopfzeileZchn"/>
    <w:uiPriority w:val="99"/>
    <w:unhideWhenUsed/>
    <w:rsid w:val="007C4A7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4A75"/>
    <w:rPr>
      <w:rFonts w:ascii="BDA Circular Book" w:hAnsi="BDA Circular Book" w:cs="BDA Circular Bold"/>
      <w:color w:val="000000" w:themeColor="text1"/>
      <w:sz w:val="18"/>
    </w:rPr>
  </w:style>
  <w:style w:type="paragraph" w:styleId="Fuzeile">
    <w:name w:val="footer"/>
    <w:basedOn w:val="Standard"/>
    <w:link w:val="FuzeileZchn"/>
    <w:uiPriority w:val="99"/>
    <w:unhideWhenUsed/>
    <w:rsid w:val="007C4A7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4A75"/>
    <w:rPr>
      <w:rFonts w:ascii="BDA Circular Book" w:hAnsi="BDA Circular Book" w:cs="BDA Circular Bold"/>
      <w:color w:val="000000" w:themeColor="text1"/>
      <w:sz w:val="18"/>
    </w:rPr>
  </w:style>
  <w:style w:type="paragraph" w:styleId="Listenabsatz">
    <w:name w:val="List Paragraph"/>
    <w:basedOn w:val="Standard"/>
    <w:uiPriority w:val="34"/>
    <w:qFormat/>
    <w:rsid w:val="003E149C"/>
    <w:pPr>
      <w:numPr>
        <w:numId w:val="15"/>
      </w:numPr>
      <w:spacing w:before="220"/>
    </w:pPr>
  </w:style>
  <w:style w:type="paragraph" w:customStyle="1" w:styleId="Spiegelstriche">
    <w:name w:val="Spiegelstriche"/>
    <w:basedOn w:val="Listenabsatz"/>
    <w:qFormat/>
    <w:rsid w:val="003E149C"/>
    <w:pPr>
      <w:numPr>
        <w:numId w:val="12"/>
      </w:numPr>
      <w:ind w:left="714" w:hanging="357"/>
      <w:contextualSpacing/>
    </w:pPr>
  </w:style>
  <w:style w:type="character" w:styleId="Hyperlink">
    <w:name w:val="Hyperlink"/>
    <w:basedOn w:val="Absatz-Standardschriftart"/>
    <w:uiPriority w:val="99"/>
    <w:unhideWhenUsed/>
    <w:rsid w:val="00B670B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70B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E746E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457F4D"/>
    <w:rPr>
      <w:rFonts w:ascii="BDA Circular Book" w:hAnsi="BDA Circular Book" w:cs="BDA Circular Bold"/>
      <w:color w:val="000000" w:themeColor="text1"/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17DB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17DB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17DB7"/>
    <w:rPr>
      <w:rFonts w:ascii="BDA Circular Book" w:hAnsi="BDA Circular Book" w:cs="BDA Circular Bold"/>
      <w:color w:val="000000" w:themeColor="text1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17DB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17DB7"/>
    <w:rPr>
      <w:rFonts w:ascii="BDA Circular Book" w:hAnsi="BDA Circular Book" w:cs="BDA Circular Bold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8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754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8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1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8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08887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72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152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5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5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9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4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5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0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841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2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9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76887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95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880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90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4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0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9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4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1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8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3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8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4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da-preis-berlin.de/" TargetMode="External"/><Relationship Id="rId13" Type="http://schemas.openxmlformats.org/officeDocument/2006/relationships/hyperlink" Target="mailto:bdaberlin@maipr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vellinga@bda-berlin.d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bda-berlin.de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BDA-Shared/BDA%20Vorlagen/Vorlagen%20CI%20%202021%20Berlin/01_Templates/09_Pressemitteilungen/Pressemitteilung_Berlin%20Kor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rot="0" spcFirstLastPara="0" vertOverflow="overflow" horzOverflow="overflow" vert="horz" wrap="square" lIns="18000" tIns="0" rIns="0" bIns="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F7FDEF-BD3E-504E-9EDA-85DFA138D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Pressemitteilung_Berlin Korr.dotx</Template>
  <TotalTime>0</TotalTime>
  <Pages>3</Pages>
  <Words>632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Vellinga</dc:creator>
  <cp:keywords/>
  <dc:description/>
  <cp:lastModifiedBy>Wolfgang Diel</cp:lastModifiedBy>
  <cp:revision>17</cp:revision>
  <cp:lastPrinted>2024-09-03T09:37:00Z</cp:lastPrinted>
  <dcterms:created xsi:type="dcterms:W3CDTF">2024-09-03T10:18:00Z</dcterms:created>
  <dcterms:modified xsi:type="dcterms:W3CDTF">2024-09-06T13:43:00Z</dcterms:modified>
</cp:coreProperties>
</file>